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9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560"/>
        <w:gridCol w:w="562"/>
        <w:gridCol w:w="2732"/>
        <w:gridCol w:w="391"/>
        <w:gridCol w:w="1985"/>
        <w:gridCol w:w="740"/>
        <w:gridCol w:w="2520"/>
      </w:tblGrid>
      <w:tr w:rsidR="00396509" w:rsidRPr="0021423B" w14:paraId="1AFACA22" w14:textId="77777777" w:rsidTr="00700DEE">
        <w:trPr>
          <w:cantSplit/>
          <w:trHeight w:val="870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5C37E4" w14:textId="77777777" w:rsidR="009940A6" w:rsidRDefault="009940A6" w:rsidP="00BD46EF">
            <w:pPr>
              <w:keepNext/>
              <w:keepLines/>
              <w:spacing w:after="0"/>
              <w:jc w:val="center"/>
              <w:outlineLvl w:val="1"/>
              <w:rPr>
                <w:rFonts w:ascii="Arial Narrow" w:hAnsi="Arial Narrow"/>
              </w:rPr>
            </w:pPr>
          </w:p>
          <w:p w14:paraId="21D8F34E" w14:textId="77777777" w:rsidR="00411900" w:rsidRPr="00D008FB" w:rsidRDefault="00411900" w:rsidP="00BD46EF">
            <w:pPr>
              <w:keepNext/>
              <w:keepLines/>
              <w:spacing w:after="0"/>
              <w:jc w:val="center"/>
              <w:outlineLvl w:val="1"/>
              <w:rPr>
                <w:rFonts w:ascii="Arial Narrow" w:hAnsi="Arial Narrow"/>
              </w:rPr>
            </w:pPr>
            <w:r w:rsidRPr="00215B7E">
              <w:rPr>
                <w:rFonts w:ascii="Arial Narrow" w:hAnsi="Arial Narrow"/>
                <w:noProof/>
                <w:lang w:val="en-ZA" w:eastAsia="en-ZA"/>
              </w:rPr>
              <w:drawing>
                <wp:inline distT="0" distB="0" distL="0" distR="0" wp14:anchorId="5C99D2D9" wp14:editId="7FBD5A51">
                  <wp:extent cx="4884420" cy="1104439"/>
                  <wp:effectExtent l="0" t="0" r="6985" b="0"/>
                  <wp:docPr id="2" name="Picture 2" descr="C:\Users\Nosizo\Desktop\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Nosizo\Desktop\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4420" cy="1104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2B34" w:rsidRPr="00CA568A" w14:paraId="1E90066C" w14:textId="77777777" w:rsidTr="00FB1BF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122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366"/>
            <w:vAlign w:val="center"/>
          </w:tcPr>
          <w:p w14:paraId="2229492E" w14:textId="77777777" w:rsidR="00662B34" w:rsidRPr="00CA568A" w:rsidRDefault="00662B34" w:rsidP="00FB1BF5">
            <w:pPr>
              <w:spacing w:after="0" w:line="240" w:lineRule="auto"/>
              <w:jc w:val="center"/>
              <w:rPr>
                <w:rFonts w:ascii="Segoe UI" w:hAnsi="Segoe UI" w:cs="Segoe UI"/>
                <w:b/>
              </w:rPr>
            </w:pPr>
          </w:p>
          <w:p w14:paraId="24E9207C" w14:textId="77777777" w:rsidR="00662B34" w:rsidRPr="00FB1BF5" w:rsidRDefault="00F923C2" w:rsidP="00FB1BF5">
            <w:pPr>
              <w:jc w:val="center"/>
              <w:rPr>
                <w:rFonts w:ascii="Segoe UI" w:hAnsi="Segoe UI" w:cs="Segoe UI"/>
                <w:b/>
                <w:sz w:val="28"/>
                <w:szCs w:val="28"/>
              </w:rPr>
            </w:pPr>
            <w:r w:rsidRPr="00FB1BF5">
              <w:rPr>
                <w:rFonts w:ascii="Segoe UI" w:hAnsi="Segoe UI" w:cs="Segoe UI"/>
                <w:b/>
                <w:sz w:val="28"/>
                <w:szCs w:val="28"/>
              </w:rPr>
              <w:t>STANDARD OPERATING PROCEDUR</w:t>
            </w:r>
            <w:r w:rsidR="00FB1BF5" w:rsidRPr="00FB1BF5">
              <w:rPr>
                <w:rFonts w:ascii="Segoe UI" w:hAnsi="Segoe UI" w:cs="Segoe UI"/>
                <w:b/>
                <w:sz w:val="28"/>
                <w:szCs w:val="28"/>
              </w:rPr>
              <w:t>E</w:t>
            </w:r>
          </w:p>
        </w:tc>
      </w:tr>
      <w:tr w:rsidR="0059726E" w:rsidRPr="00CA568A" w14:paraId="6F08771E" w14:textId="77777777" w:rsidTr="0021101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429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1183032" w14:textId="6D2C7B4D" w:rsidR="0059726E" w:rsidRPr="009868B6" w:rsidRDefault="0059726E" w:rsidP="009868B6">
            <w:pPr>
              <w:pStyle w:val="NoSpacing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9868B6">
              <w:rPr>
                <w:rFonts w:ascii="Segoe UI" w:hAnsi="Segoe UI" w:cs="Segoe UI"/>
                <w:b/>
                <w:bCs/>
                <w:sz w:val="20"/>
                <w:szCs w:val="20"/>
              </w:rPr>
              <w:t>SOP</w:t>
            </w: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&amp; PROCESS MAP INFO</w:t>
            </w:r>
          </w:p>
          <w:p w14:paraId="0D361676" w14:textId="2E2DF7F1" w:rsidR="0059726E" w:rsidRPr="009868B6" w:rsidRDefault="0059726E" w:rsidP="009868B6">
            <w:pPr>
              <w:pStyle w:val="NoSpacing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003234" w:rsidRPr="00CA568A" w14:paraId="22B5DA84" w14:textId="77777777" w:rsidTr="00F5668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2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CEBA54" w14:textId="77777777" w:rsidR="00003234" w:rsidRPr="00CA568A" w:rsidRDefault="00003234" w:rsidP="00F56688">
            <w:pPr>
              <w:spacing w:after="0"/>
              <w:rPr>
                <w:rFonts w:ascii="Segoe UI" w:hAnsi="Segoe UI" w:cs="Segoe UI"/>
                <w:b/>
                <w:sz w:val="20"/>
                <w:szCs w:val="20"/>
              </w:rPr>
            </w:pPr>
            <w:bookmarkStart w:id="0" w:name="_Hlk12529967"/>
            <w:r>
              <w:rPr>
                <w:rFonts w:ascii="Segoe UI" w:hAnsi="Segoe UI" w:cs="Segoe UI"/>
                <w:b/>
                <w:sz w:val="20"/>
                <w:szCs w:val="20"/>
              </w:rPr>
              <w:t>SOP TITLE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E8E1" w14:textId="7739FB4B" w:rsidR="00003234" w:rsidRPr="00344744" w:rsidRDefault="00003234" w:rsidP="00F56688">
            <w:pPr>
              <w:pStyle w:val="NoSpacing"/>
              <w:rPr>
                <w:rFonts w:ascii="Segoe UI" w:hAnsi="Segoe UI" w:cs="Segoe UI"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C8DAB3" w14:textId="1E404A3B" w:rsidR="00003234" w:rsidRPr="00455D93" w:rsidRDefault="0059726E" w:rsidP="00F56688">
            <w:pPr>
              <w:pStyle w:val="NoSpacing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PROCESS NAME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F27F" w14:textId="066A62C9" w:rsidR="00003234" w:rsidRPr="00344744" w:rsidRDefault="00003234" w:rsidP="00F56688">
            <w:pPr>
              <w:pStyle w:val="NoSpacing"/>
              <w:rPr>
                <w:rFonts w:ascii="Segoe UI" w:hAnsi="Segoe UI" w:cs="Segoe UI"/>
              </w:rPr>
            </w:pPr>
          </w:p>
        </w:tc>
      </w:tr>
      <w:tr w:rsidR="00003234" w:rsidRPr="00CA568A" w14:paraId="7CE5D70A" w14:textId="77777777" w:rsidTr="00F5668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2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8CAE67" w14:textId="77777777" w:rsidR="00003234" w:rsidRDefault="00A61E64" w:rsidP="00F56688">
            <w:pPr>
              <w:spacing w:after="0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SOP NO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84F3" w14:textId="44A1334D" w:rsidR="00003234" w:rsidRPr="00CA568A" w:rsidRDefault="00003234" w:rsidP="00FB631B">
            <w:pPr>
              <w:pStyle w:val="NoSpacing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F84ED1" w14:textId="6E598A34" w:rsidR="00003234" w:rsidRDefault="00A61E64" w:rsidP="00F56688">
            <w:pPr>
              <w:pStyle w:val="NoSpacing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PROCESS</w:t>
            </w:r>
            <w:r w:rsidR="0059726E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MAP NO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A18A" w14:textId="3A5C7A48" w:rsidR="00003234" w:rsidRDefault="00003234" w:rsidP="00F56688">
            <w:pPr>
              <w:pStyle w:val="NoSpacing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A61E64" w:rsidRPr="00CA568A" w14:paraId="7DB49DDF" w14:textId="77777777" w:rsidTr="00F5668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2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778569" w14:textId="77777777" w:rsidR="00A61E64" w:rsidRDefault="00A61E64" w:rsidP="00F56688">
            <w:pPr>
              <w:spacing w:after="0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EFFECTIVE DATE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5BA7A" w14:textId="77777777" w:rsidR="00A61E64" w:rsidRPr="00CA568A" w:rsidRDefault="00A61E64" w:rsidP="00F56688">
            <w:pPr>
              <w:pStyle w:val="NoSpacing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E141AE" w14:textId="77F1ADBF" w:rsidR="000D319A" w:rsidRPr="000D319A" w:rsidRDefault="0059726E" w:rsidP="00F56688">
            <w:pPr>
              <w:pStyle w:val="NoSpacing"/>
              <w:rPr>
                <w:rFonts w:ascii="Segoe UI" w:hAnsi="Segoe UI" w:cs="Segoe UI"/>
                <w:i/>
                <w:iCs/>
                <w:sz w:val="16"/>
                <w:szCs w:val="16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PROCESS OWNER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8D40" w14:textId="7103B444" w:rsidR="00C41F3B" w:rsidRDefault="00C41F3B" w:rsidP="0059726E">
            <w:pPr>
              <w:pStyle w:val="NoSpacing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9726E" w:rsidRPr="00CA568A" w14:paraId="1F594261" w14:textId="77777777" w:rsidTr="00696A4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2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72814C" w14:textId="77777777" w:rsidR="0059726E" w:rsidRDefault="0059726E" w:rsidP="0059726E">
            <w:pPr>
              <w:pStyle w:val="NoSpacing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PROCESS MAP FILE LOCATION</w:t>
            </w:r>
          </w:p>
          <w:p w14:paraId="04DBCE4B" w14:textId="7BD6F402" w:rsidR="0059726E" w:rsidRDefault="0059726E" w:rsidP="0059726E">
            <w:pPr>
              <w:spacing w:after="0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i/>
                <w:iCs/>
                <w:sz w:val="16"/>
                <w:szCs w:val="16"/>
              </w:rPr>
              <w:t>*</w:t>
            </w:r>
            <w:r w:rsidRPr="000D319A">
              <w:rPr>
                <w:rFonts w:ascii="Segoe UI" w:hAnsi="Segoe UI" w:cs="Segoe UI"/>
                <w:i/>
                <w:iCs/>
                <w:sz w:val="16"/>
                <w:szCs w:val="16"/>
              </w:rPr>
              <w:t>Link to File (URL)</w:t>
            </w: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5EA9" w14:textId="77777777" w:rsidR="0059726E" w:rsidRDefault="0059726E" w:rsidP="00344744">
            <w:pPr>
              <w:pStyle w:val="NoSpacing"/>
            </w:pPr>
          </w:p>
        </w:tc>
      </w:tr>
      <w:tr w:rsidR="00884670" w:rsidRPr="00CA568A" w14:paraId="0D94A7D5" w14:textId="77777777" w:rsidTr="000D319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429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5197B1C" w14:textId="640D5DB7" w:rsidR="00884670" w:rsidRPr="009868B6" w:rsidRDefault="00FB1BF5" w:rsidP="00411900">
            <w:pPr>
              <w:pStyle w:val="NoSpacing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AREA </w:t>
            </w:r>
            <w:r w:rsidR="00C031FC">
              <w:rPr>
                <w:rFonts w:ascii="Segoe UI" w:hAnsi="Segoe UI" w:cs="Segoe UI"/>
                <w:b/>
                <w:bCs/>
                <w:sz w:val="20"/>
                <w:szCs w:val="20"/>
              </w:rPr>
              <w:t>OF</w:t>
            </w:r>
            <w:r w:rsidR="00206420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</w:t>
            </w:r>
            <w:r w:rsidR="00C031FC">
              <w:rPr>
                <w:rFonts w:ascii="Segoe UI" w:hAnsi="Segoe UI" w:cs="Segoe UI"/>
                <w:b/>
                <w:bCs/>
                <w:sz w:val="20"/>
                <w:szCs w:val="20"/>
              </w:rPr>
              <w:t>RESPONSIBILITY</w:t>
            </w:r>
          </w:p>
        </w:tc>
      </w:tr>
      <w:bookmarkEnd w:id="0"/>
      <w:tr w:rsidR="009220CB" w:rsidRPr="00CA568A" w14:paraId="475806C0" w14:textId="77777777" w:rsidTr="00F5668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F754DF" w14:textId="77777777" w:rsidR="009220CB" w:rsidRPr="00884670" w:rsidRDefault="009220CB" w:rsidP="00F56688">
            <w:pPr>
              <w:spacing w:after="0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884670">
              <w:rPr>
                <w:rFonts w:ascii="Segoe UI" w:hAnsi="Segoe UI" w:cs="Segoe UI"/>
                <w:b/>
                <w:bCs/>
                <w:sz w:val="20"/>
                <w:szCs w:val="20"/>
              </w:rPr>
              <w:t>CHIEF DIRECTORATE</w:t>
            </w: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 w:themeColor="text1"/>
            </w:tcBorders>
          </w:tcPr>
          <w:p w14:paraId="1D7FB539" w14:textId="07F572BA" w:rsidR="009220CB" w:rsidRPr="00CA568A" w:rsidRDefault="009220CB" w:rsidP="00F56688">
            <w:pPr>
              <w:spacing w:after="0"/>
            </w:pPr>
          </w:p>
        </w:tc>
      </w:tr>
      <w:tr w:rsidR="009220CB" w:rsidRPr="00CA568A" w14:paraId="4F1A93FF" w14:textId="77777777" w:rsidTr="00F5668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07D2B0" w14:textId="77777777" w:rsidR="009220CB" w:rsidRPr="00884670" w:rsidRDefault="009220CB" w:rsidP="00F56688">
            <w:pPr>
              <w:spacing w:after="0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884670">
              <w:rPr>
                <w:rFonts w:ascii="Segoe UI" w:hAnsi="Segoe UI" w:cs="Segoe UI"/>
                <w:b/>
                <w:bCs/>
                <w:sz w:val="20"/>
                <w:szCs w:val="20"/>
              </w:rPr>
              <w:t>DIRECTORATE</w:t>
            </w: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 w:themeColor="text1"/>
            </w:tcBorders>
          </w:tcPr>
          <w:p w14:paraId="222A62BC" w14:textId="6FD11F0D" w:rsidR="009220CB" w:rsidRPr="00CA568A" w:rsidRDefault="009220CB" w:rsidP="00F56688">
            <w:pPr>
              <w:spacing w:after="0"/>
            </w:pPr>
          </w:p>
        </w:tc>
      </w:tr>
      <w:tr w:rsidR="009220CB" w:rsidRPr="00CA568A" w14:paraId="395BF370" w14:textId="77777777" w:rsidTr="00F5668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9AC8556" w14:textId="77777777" w:rsidR="009220CB" w:rsidRPr="00884670" w:rsidRDefault="009220CB" w:rsidP="00F56688">
            <w:pPr>
              <w:spacing w:after="0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SUB-DIRECTORATE</w:t>
            </w:r>
          </w:p>
        </w:tc>
        <w:tc>
          <w:tcPr>
            <w:tcW w:w="8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 w:themeColor="text1"/>
            </w:tcBorders>
          </w:tcPr>
          <w:p w14:paraId="7A841D10" w14:textId="42724B45" w:rsidR="009220CB" w:rsidRPr="00CA568A" w:rsidRDefault="009220CB" w:rsidP="00F56688">
            <w:pPr>
              <w:spacing w:after="0"/>
            </w:pPr>
          </w:p>
        </w:tc>
      </w:tr>
      <w:tr w:rsidR="00E1670C" w:rsidRPr="00CA568A" w14:paraId="10B5524F" w14:textId="77777777" w:rsidTr="000D319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425"/>
          <w:tblHeader/>
        </w:trPr>
        <w:tc>
          <w:tcPr>
            <w:tcW w:w="10490" w:type="dxa"/>
            <w:gridSpan w:val="7"/>
            <w:tcBorders>
              <w:bottom w:val="single" w:sz="4" w:space="0" w:color="auto"/>
            </w:tcBorders>
            <w:shd w:val="clear" w:color="auto" w:fill="17365D" w:themeFill="text2" w:themeFillShade="BF"/>
            <w:vAlign w:val="center"/>
          </w:tcPr>
          <w:p w14:paraId="1796D6A6" w14:textId="77777777" w:rsidR="00E1670C" w:rsidRPr="00CA568A" w:rsidRDefault="00E1670C" w:rsidP="00F5668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 w:themeColor="background1"/>
                <w:sz w:val="20"/>
                <w:szCs w:val="20"/>
                <w:lang w:val="en-ZA" w:eastAsia="en-ZA"/>
              </w:rPr>
            </w:pPr>
            <w:r>
              <w:rPr>
                <w:rFonts w:ascii="Segoe UI" w:eastAsia="Times New Roman" w:hAnsi="Segoe UI" w:cs="Segoe UI"/>
                <w:b/>
                <w:bCs/>
                <w:color w:val="FFFFFF" w:themeColor="background1"/>
                <w:sz w:val="20"/>
                <w:szCs w:val="20"/>
                <w:lang w:val="en-ZA" w:eastAsia="en-ZA"/>
              </w:rPr>
              <w:t>REVIEW</w:t>
            </w:r>
          </w:p>
        </w:tc>
      </w:tr>
      <w:tr w:rsidR="00E1670C" w:rsidRPr="00CA568A" w14:paraId="56035F81" w14:textId="77777777" w:rsidTr="000D319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425"/>
        </w:trPr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723566D" w14:textId="77777777" w:rsidR="00E1670C" w:rsidRPr="009940A6" w:rsidRDefault="00E1670C" w:rsidP="00411900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val="en-ZA" w:eastAsia="en-ZA"/>
              </w:rPr>
            </w:pPr>
            <w:r w:rsidRPr="009940A6"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val="en-ZA" w:eastAsia="en-ZA"/>
              </w:rPr>
              <w:t>DESIGNATION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1B75024" w14:textId="77777777" w:rsidR="00E1670C" w:rsidRPr="009940A6" w:rsidRDefault="00003234" w:rsidP="00411900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val="en-ZA" w:eastAsia="en-ZA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val="en-ZA" w:eastAsia="en-ZA"/>
              </w:rPr>
              <w:t>FULL NAMES</w:t>
            </w:r>
          </w:p>
        </w:tc>
        <w:tc>
          <w:tcPr>
            <w:tcW w:w="3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308A45ED" w14:textId="77777777" w:rsidR="00E1670C" w:rsidRPr="009940A6" w:rsidRDefault="00E1670C" w:rsidP="00411900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val="en-ZA" w:eastAsia="en-ZA"/>
              </w:rPr>
            </w:pPr>
            <w:r w:rsidRPr="009940A6"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val="en-ZA" w:eastAsia="en-ZA"/>
              </w:rPr>
              <w:t>SIGNATURE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3A96E90" w14:textId="77777777" w:rsidR="00E1670C" w:rsidRPr="009940A6" w:rsidRDefault="00E1670C" w:rsidP="00411900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val="en-ZA" w:eastAsia="en-ZA"/>
              </w:rPr>
            </w:pPr>
            <w:r w:rsidRPr="009940A6"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val="en-ZA" w:eastAsia="en-ZA"/>
              </w:rPr>
              <w:t>DATE</w:t>
            </w:r>
          </w:p>
        </w:tc>
      </w:tr>
      <w:tr w:rsidR="00E1670C" w:rsidRPr="00CA568A" w14:paraId="20C3F67B" w14:textId="77777777" w:rsidTr="0059726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79"/>
        </w:trPr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73C5DB" w14:textId="77777777" w:rsidR="00E1670C" w:rsidRPr="00CA568A" w:rsidRDefault="00E1670C" w:rsidP="00F56688">
            <w:pPr>
              <w:spacing w:after="0"/>
              <w:rPr>
                <w:rFonts w:ascii="Segoe UI" w:hAnsi="Segoe UI" w:cs="Segoe UI"/>
                <w:b/>
                <w:sz w:val="20"/>
                <w:szCs w:val="20"/>
              </w:rPr>
            </w:pPr>
            <w:r w:rsidRPr="00CA568A">
              <w:rPr>
                <w:rFonts w:ascii="Segoe UI" w:hAnsi="Segoe UI" w:cs="Segoe UI"/>
                <w:b/>
                <w:sz w:val="20"/>
                <w:szCs w:val="20"/>
              </w:rPr>
              <w:t>AUTHOR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5547" w14:textId="08CBFE04" w:rsidR="00E1670C" w:rsidRPr="0059726E" w:rsidRDefault="00E1670C" w:rsidP="0059726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3BCA" w14:textId="77777777" w:rsidR="00E1670C" w:rsidRDefault="00E1670C" w:rsidP="00F56688">
            <w:pPr>
              <w:spacing w:after="0"/>
              <w:rPr>
                <w:rFonts w:ascii="Segoe UI" w:hAnsi="Segoe UI" w:cs="Segoe UI"/>
                <w:sz w:val="20"/>
                <w:szCs w:val="20"/>
              </w:rPr>
            </w:pPr>
          </w:p>
          <w:p w14:paraId="5BD09AA9" w14:textId="77777777" w:rsidR="00A42C8B" w:rsidRPr="00CA568A" w:rsidRDefault="00A42C8B" w:rsidP="00F56688">
            <w:pPr>
              <w:spacing w:after="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1CE9" w14:textId="77777777" w:rsidR="00E1670C" w:rsidRPr="00CA568A" w:rsidRDefault="00E1670C" w:rsidP="00F56688">
            <w:pPr>
              <w:spacing w:after="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E1670C" w:rsidRPr="00CA568A" w14:paraId="11A8939F" w14:textId="77777777" w:rsidTr="0059726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79"/>
        </w:trPr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D38C73" w14:textId="77777777" w:rsidR="00E1670C" w:rsidRPr="00CA568A" w:rsidRDefault="00E1670C" w:rsidP="00F56688">
            <w:pPr>
              <w:spacing w:after="0"/>
              <w:rPr>
                <w:rFonts w:ascii="Segoe UI" w:hAnsi="Segoe UI" w:cs="Segoe UI"/>
                <w:b/>
                <w:sz w:val="20"/>
                <w:szCs w:val="20"/>
              </w:rPr>
            </w:pPr>
            <w:r w:rsidRPr="00CA568A">
              <w:rPr>
                <w:rFonts w:ascii="Segoe UI" w:hAnsi="Segoe UI" w:cs="Segoe UI"/>
                <w:b/>
                <w:sz w:val="20"/>
                <w:szCs w:val="20"/>
              </w:rPr>
              <w:t>REVIEWER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FE15C" w14:textId="14DC9B79" w:rsidR="00E1670C" w:rsidRPr="0059726E" w:rsidRDefault="00E1670C" w:rsidP="0059726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4823" w14:textId="77777777" w:rsidR="00E1670C" w:rsidRDefault="00E1670C" w:rsidP="00F56688">
            <w:pPr>
              <w:spacing w:after="0"/>
              <w:rPr>
                <w:rFonts w:ascii="Segoe UI" w:hAnsi="Segoe UI" w:cs="Segoe UI"/>
                <w:sz w:val="20"/>
                <w:szCs w:val="20"/>
              </w:rPr>
            </w:pPr>
          </w:p>
          <w:p w14:paraId="391D25A8" w14:textId="77777777" w:rsidR="00A42C8B" w:rsidRPr="00CA568A" w:rsidRDefault="00A42C8B" w:rsidP="00F56688">
            <w:pPr>
              <w:spacing w:after="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67B0" w14:textId="77777777" w:rsidR="00E1670C" w:rsidRPr="00CA568A" w:rsidRDefault="00E1670C" w:rsidP="00F56688">
            <w:pPr>
              <w:spacing w:after="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E1670C" w:rsidRPr="00CA568A" w14:paraId="00FFEC50" w14:textId="77777777" w:rsidTr="0059726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31"/>
        </w:trPr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33F595" w14:textId="77777777" w:rsidR="00E1670C" w:rsidRPr="00CA568A" w:rsidRDefault="00E1670C" w:rsidP="00F56688">
            <w:pPr>
              <w:spacing w:after="0"/>
              <w:rPr>
                <w:rFonts w:ascii="Segoe UI" w:hAnsi="Segoe UI" w:cs="Segoe UI"/>
                <w:b/>
                <w:sz w:val="20"/>
                <w:szCs w:val="20"/>
              </w:rPr>
            </w:pPr>
            <w:r w:rsidRPr="00CA568A">
              <w:rPr>
                <w:rFonts w:ascii="Segoe UI" w:hAnsi="Segoe UI" w:cs="Segoe UI"/>
                <w:b/>
                <w:sz w:val="20"/>
                <w:szCs w:val="20"/>
              </w:rPr>
              <w:t>APPROVER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11F28" w14:textId="26FD324D" w:rsidR="00E1670C" w:rsidRPr="0059726E" w:rsidRDefault="008E0666" w:rsidP="0059726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Naledi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Mbude</w:t>
            </w:r>
            <w:proofErr w:type="spellEnd"/>
          </w:p>
        </w:tc>
        <w:tc>
          <w:tcPr>
            <w:tcW w:w="3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2D0E" w14:textId="77777777" w:rsidR="00E1670C" w:rsidRDefault="00E1670C" w:rsidP="00F56688">
            <w:pPr>
              <w:spacing w:after="0"/>
              <w:rPr>
                <w:rFonts w:ascii="Segoe UI" w:hAnsi="Segoe UI" w:cs="Segoe UI"/>
                <w:sz w:val="20"/>
                <w:szCs w:val="20"/>
              </w:rPr>
            </w:pPr>
          </w:p>
          <w:p w14:paraId="1BCE3EAA" w14:textId="77777777" w:rsidR="00A42C8B" w:rsidRPr="00CA568A" w:rsidRDefault="00A42C8B" w:rsidP="00F56688">
            <w:pPr>
              <w:spacing w:after="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CBA9" w14:textId="77777777" w:rsidR="00E1670C" w:rsidRPr="00CA568A" w:rsidRDefault="00E1670C" w:rsidP="00F56688">
            <w:pPr>
              <w:spacing w:after="0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14:paraId="75196B56" w14:textId="77777777" w:rsidR="00003234" w:rsidRDefault="00003234" w:rsidP="00971422">
      <w:pPr>
        <w:keepLines/>
        <w:spacing w:after="0" w:line="240" w:lineRule="auto"/>
        <w:rPr>
          <w:rFonts w:ascii="Segoe UI" w:eastAsia="Times New Roman" w:hAnsi="Segoe UI" w:cs="Segoe UI"/>
          <w:b/>
          <w:sz w:val="20"/>
          <w:szCs w:val="20"/>
          <w:lang w:val="en-ZA"/>
        </w:rPr>
      </w:pPr>
    </w:p>
    <w:p w14:paraId="6B37BDDF" w14:textId="77777777" w:rsidR="00003234" w:rsidRDefault="00003234" w:rsidP="00971422">
      <w:pPr>
        <w:keepLines/>
        <w:spacing w:after="0" w:line="240" w:lineRule="auto"/>
        <w:rPr>
          <w:rFonts w:ascii="Segoe UI" w:eastAsia="Times New Roman" w:hAnsi="Segoe UI" w:cs="Segoe UI"/>
          <w:b/>
          <w:sz w:val="20"/>
          <w:szCs w:val="20"/>
          <w:lang w:val="en-ZA"/>
        </w:rPr>
      </w:pPr>
    </w:p>
    <w:p w14:paraId="547C1483" w14:textId="3D4C246E" w:rsidR="00003234" w:rsidRDefault="00003234" w:rsidP="00971422">
      <w:pPr>
        <w:keepLines/>
        <w:spacing w:after="0" w:line="240" w:lineRule="auto"/>
        <w:rPr>
          <w:rFonts w:ascii="Segoe UI" w:eastAsia="Times New Roman" w:hAnsi="Segoe UI" w:cs="Segoe UI"/>
          <w:b/>
          <w:sz w:val="20"/>
          <w:szCs w:val="20"/>
          <w:lang w:val="en-ZA"/>
        </w:rPr>
      </w:pPr>
    </w:p>
    <w:p w14:paraId="2D1E7018" w14:textId="2BB1CA95" w:rsidR="00060E05" w:rsidRDefault="00060E05" w:rsidP="00971422">
      <w:pPr>
        <w:keepLines/>
        <w:spacing w:after="0" w:line="240" w:lineRule="auto"/>
        <w:rPr>
          <w:rFonts w:ascii="Segoe UI" w:eastAsia="Times New Roman" w:hAnsi="Segoe UI" w:cs="Segoe UI"/>
          <w:b/>
          <w:sz w:val="20"/>
          <w:szCs w:val="20"/>
          <w:lang w:val="en-ZA"/>
        </w:rPr>
      </w:pPr>
    </w:p>
    <w:p w14:paraId="5EB5822E" w14:textId="77777777" w:rsidR="00060E05" w:rsidRDefault="00060E05" w:rsidP="00971422">
      <w:pPr>
        <w:keepLines/>
        <w:spacing w:after="0" w:line="240" w:lineRule="auto"/>
        <w:rPr>
          <w:rFonts w:ascii="Segoe UI" w:eastAsia="Times New Roman" w:hAnsi="Segoe UI" w:cs="Segoe UI"/>
          <w:b/>
          <w:sz w:val="20"/>
          <w:szCs w:val="20"/>
          <w:lang w:val="en-ZA"/>
        </w:rPr>
      </w:pPr>
    </w:p>
    <w:tbl>
      <w:tblPr>
        <w:tblW w:w="10490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3119"/>
        <w:gridCol w:w="3827"/>
      </w:tblGrid>
      <w:tr w:rsidR="00003234" w:rsidRPr="00CA568A" w14:paraId="27528E7E" w14:textId="77777777" w:rsidTr="00232FB5">
        <w:trPr>
          <w:trHeight w:val="425"/>
          <w:tblHeader/>
        </w:trPr>
        <w:tc>
          <w:tcPr>
            <w:tcW w:w="10490" w:type="dxa"/>
            <w:gridSpan w:val="4"/>
            <w:tcBorders>
              <w:bottom w:val="single" w:sz="4" w:space="0" w:color="auto"/>
            </w:tcBorders>
            <w:shd w:val="clear" w:color="auto" w:fill="17365D" w:themeFill="text2" w:themeFillShade="BF"/>
            <w:vAlign w:val="center"/>
          </w:tcPr>
          <w:p w14:paraId="372BD336" w14:textId="77777777" w:rsidR="00003234" w:rsidRPr="00CA568A" w:rsidRDefault="00003234" w:rsidP="000D319A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 w:themeColor="background1"/>
                <w:sz w:val="20"/>
                <w:szCs w:val="20"/>
                <w:lang w:val="en-ZA" w:eastAsia="en-ZA"/>
              </w:rPr>
            </w:pPr>
            <w:r w:rsidRPr="00CA568A">
              <w:rPr>
                <w:rFonts w:ascii="Segoe UI" w:eastAsia="Times New Roman" w:hAnsi="Segoe UI" w:cs="Segoe UI"/>
                <w:b/>
                <w:bCs/>
                <w:color w:val="FFFFFF" w:themeColor="background1"/>
                <w:sz w:val="20"/>
                <w:szCs w:val="20"/>
                <w:lang w:val="en-ZA" w:eastAsia="en-ZA"/>
              </w:rPr>
              <w:lastRenderedPageBreak/>
              <w:t>REVISION</w:t>
            </w:r>
            <w:r w:rsidR="00BE66CE">
              <w:rPr>
                <w:rFonts w:ascii="Segoe UI" w:eastAsia="Times New Roman" w:hAnsi="Segoe UI" w:cs="Segoe UI"/>
                <w:b/>
                <w:bCs/>
                <w:color w:val="FFFFFF" w:themeColor="background1"/>
                <w:sz w:val="20"/>
                <w:szCs w:val="20"/>
                <w:lang w:val="en-ZA" w:eastAsia="en-ZA"/>
              </w:rPr>
              <w:t xml:space="preserve"> HISTORY</w:t>
            </w:r>
          </w:p>
        </w:tc>
      </w:tr>
      <w:tr w:rsidR="00411900" w:rsidRPr="00CA568A" w14:paraId="243122A3" w14:textId="77777777" w:rsidTr="000D319A">
        <w:trPr>
          <w:trHeight w:val="4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5314361" w14:textId="77777777" w:rsidR="00003234" w:rsidRPr="00CA568A" w:rsidRDefault="00003234" w:rsidP="00411900">
            <w:pPr>
              <w:keepLines/>
              <w:spacing w:after="0" w:line="240" w:lineRule="auto"/>
              <w:rPr>
                <w:rFonts w:ascii="Segoe UI" w:eastAsia="Times New Roman" w:hAnsi="Segoe UI" w:cs="Segoe UI"/>
                <w:b/>
                <w:sz w:val="20"/>
                <w:szCs w:val="20"/>
                <w:lang w:val="en-ZA"/>
              </w:rPr>
            </w:pPr>
            <w:r>
              <w:rPr>
                <w:rFonts w:ascii="Segoe UI" w:eastAsia="Times New Roman" w:hAnsi="Segoe UI" w:cs="Segoe UI"/>
                <w:b/>
                <w:sz w:val="20"/>
                <w:szCs w:val="20"/>
                <w:lang w:val="en-ZA"/>
              </w:rPr>
              <w:t>REVISION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DF29E47" w14:textId="77777777" w:rsidR="00003234" w:rsidRPr="00CA568A" w:rsidRDefault="00003234" w:rsidP="00411900">
            <w:pPr>
              <w:keepLines/>
              <w:spacing w:after="0" w:line="240" w:lineRule="auto"/>
              <w:rPr>
                <w:rFonts w:ascii="Segoe UI" w:eastAsia="Times New Roman" w:hAnsi="Segoe UI" w:cs="Segoe UI"/>
                <w:b/>
                <w:sz w:val="20"/>
                <w:szCs w:val="20"/>
                <w:lang w:val="en-ZA"/>
              </w:rPr>
            </w:pPr>
            <w:r>
              <w:rPr>
                <w:rFonts w:ascii="Segoe UI" w:eastAsia="Times New Roman" w:hAnsi="Segoe UI" w:cs="Segoe UI"/>
                <w:b/>
                <w:sz w:val="20"/>
                <w:szCs w:val="20"/>
                <w:lang w:val="en-ZA"/>
              </w:rPr>
              <w:t>DATE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FAEF2EC" w14:textId="77777777" w:rsidR="00003234" w:rsidRPr="00CA568A" w:rsidRDefault="00003234" w:rsidP="00411900">
            <w:pPr>
              <w:keepLines/>
              <w:spacing w:after="0" w:line="240" w:lineRule="auto"/>
              <w:rPr>
                <w:rFonts w:ascii="Segoe UI" w:eastAsia="Times New Roman" w:hAnsi="Segoe UI" w:cs="Segoe UI"/>
                <w:b/>
                <w:sz w:val="20"/>
                <w:szCs w:val="20"/>
                <w:lang w:val="en-ZA"/>
              </w:rPr>
            </w:pPr>
            <w:r w:rsidRPr="00CA568A">
              <w:rPr>
                <w:rFonts w:ascii="Segoe UI" w:eastAsia="Times New Roman" w:hAnsi="Segoe UI" w:cs="Segoe UI"/>
                <w:b/>
                <w:sz w:val="20"/>
                <w:szCs w:val="20"/>
                <w:lang w:val="en-ZA"/>
              </w:rPr>
              <w:t>PAGE(S)/SECTION(S) REVISED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5A9F537" w14:textId="77777777" w:rsidR="00003234" w:rsidRPr="00CA568A" w:rsidRDefault="00003234" w:rsidP="00411900">
            <w:pPr>
              <w:keepLines/>
              <w:spacing w:after="0" w:line="240" w:lineRule="auto"/>
              <w:rPr>
                <w:rFonts w:ascii="Segoe UI" w:eastAsia="Times New Roman" w:hAnsi="Segoe UI" w:cs="Segoe UI"/>
                <w:b/>
                <w:sz w:val="20"/>
                <w:szCs w:val="20"/>
                <w:lang w:val="en-ZA"/>
              </w:rPr>
            </w:pPr>
            <w:r>
              <w:rPr>
                <w:rFonts w:ascii="Segoe UI" w:eastAsia="Times New Roman" w:hAnsi="Segoe UI" w:cs="Segoe UI"/>
                <w:b/>
                <w:sz w:val="20"/>
                <w:szCs w:val="20"/>
                <w:lang w:val="en-ZA"/>
              </w:rPr>
              <w:t>DESCRIPTION OF CHANGE</w:t>
            </w:r>
          </w:p>
        </w:tc>
      </w:tr>
      <w:tr w:rsidR="00003234" w:rsidRPr="00CA568A" w14:paraId="2A1A642A" w14:textId="77777777" w:rsidTr="00700DEE">
        <w:trPr>
          <w:trHeight w:val="30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9106" w14:textId="77777777" w:rsidR="00003234" w:rsidRPr="00CA568A" w:rsidRDefault="00003234" w:rsidP="00411900">
            <w:pPr>
              <w:keepLines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val="en-Z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4370" w14:textId="77777777" w:rsidR="00003234" w:rsidRPr="00CA568A" w:rsidRDefault="00003234" w:rsidP="00411900">
            <w:pPr>
              <w:keepLines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val="en-Z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D243" w14:textId="77777777" w:rsidR="00003234" w:rsidRPr="00CA568A" w:rsidRDefault="00003234" w:rsidP="00411900">
            <w:pPr>
              <w:keepLines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val="en-Z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457C" w14:textId="77777777" w:rsidR="00003234" w:rsidRPr="00CA568A" w:rsidRDefault="00003234" w:rsidP="00411900">
            <w:pPr>
              <w:keepLines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val="en-ZA"/>
              </w:rPr>
            </w:pPr>
          </w:p>
        </w:tc>
      </w:tr>
      <w:tr w:rsidR="00003234" w:rsidRPr="00CA568A" w14:paraId="39521A84" w14:textId="77777777" w:rsidTr="00700DEE">
        <w:trPr>
          <w:trHeight w:val="30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68FD" w14:textId="77777777" w:rsidR="00003234" w:rsidRPr="00CA568A" w:rsidRDefault="00003234" w:rsidP="00411900">
            <w:pPr>
              <w:keepLines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val="en-Z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818E" w14:textId="77777777" w:rsidR="00003234" w:rsidRPr="00CA568A" w:rsidRDefault="00003234" w:rsidP="00411900">
            <w:pPr>
              <w:keepLines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val="en-Z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2803" w14:textId="77777777" w:rsidR="00003234" w:rsidRPr="00CA568A" w:rsidRDefault="00003234" w:rsidP="00411900">
            <w:pPr>
              <w:keepLines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val="en-Z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C5A5" w14:textId="77777777" w:rsidR="00003234" w:rsidRPr="00CA568A" w:rsidRDefault="00003234" w:rsidP="00411900">
            <w:pPr>
              <w:keepLines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val="en-ZA"/>
              </w:rPr>
            </w:pPr>
          </w:p>
        </w:tc>
      </w:tr>
      <w:tr w:rsidR="00003234" w:rsidRPr="00CA568A" w14:paraId="4AA113FA" w14:textId="77777777" w:rsidTr="00700DEE">
        <w:trPr>
          <w:trHeight w:val="30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100C" w14:textId="77777777" w:rsidR="00003234" w:rsidRPr="00CA568A" w:rsidRDefault="00003234" w:rsidP="00411900">
            <w:pPr>
              <w:keepLines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val="en-Z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6AE2" w14:textId="77777777" w:rsidR="00003234" w:rsidRPr="00CA568A" w:rsidRDefault="00003234" w:rsidP="00411900">
            <w:pPr>
              <w:keepLines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val="en-Z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47BB" w14:textId="77777777" w:rsidR="00003234" w:rsidRPr="00CA568A" w:rsidRDefault="00003234" w:rsidP="00411900">
            <w:pPr>
              <w:keepLines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val="en-Z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8C6E" w14:textId="77777777" w:rsidR="00003234" w:rsidRPr="00CA568A" w:rsidRDefault="00003234" w:rsidP="00411900">
            <w:pPr>
              <w:keepLines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val="en-ZA"/>
              </w:rPr>
            </w:pPr>
          </w:p>
        </w:tc>
      </w:tr>
    </w:tbl>
    <w:p w14:paraId="20884A9E" w14:textId="77777777" w:rsidR="00003234" w:rsidRDefault="00003234" w:rsidP="00971422">
      <w:pPr>
        <w:keepLines/>
        <w:spacing w:after="0" w:line="240" w:lineRule="auto"/>
        <w:rPr>
          <w:rFonts w:ascii="Segoe UI" w:eastAsia="Times New Roman" w:hAnsi="Segoe UI" w:cs="Segoe UI"/>
          <w:b/>
          <w:sz w:val="20"/>
          <w:szCs w:val="20"/>
          <w:lang w:val="en-ZA"/>
        </w:rPr>
      </w:pPr>
    </w:p>
    <w:tbl>
      <w:tblPr>
        <w:tblW w:w="1049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835"/>
        <w:gridCol w:w="5245"/>
      </w:tblGrid>
      <w:tr w:rsidR="00421F05" w:rsidRPr="00F56688" w14:paraId="418DABE7" w14:textId="77777777" w:rsidTr="00421F05">
        <w:trPr>
          <w:trHeight w:val="426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7A35F59" w14:textId="77777777" w:rsidR="00421F05" w:rsidRPr="00F56688" w:rsidRDefault="00421F05" w:rsidP="00F5668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 w:themeColor="background1"/>
                <w:sz w:val="20"/>
                <w:szCs w:val="20"/>
                <w:lang w:val="en-ZA" w:eastAsia="en-ZA"/>
              </w:rPr>
            </w:pPr>
            <w:r w:rsidRPr="00F56688">
              <w:rPr>
                <w:rFonts w:ascii="Segoe UI" w:eastAsia="Times New Roman" w:hAnsi="Segoe UI" w:cs="Segoe UI"/>
                <w:b/>
                <w:bCs/>
                <w:color w:val="FFFFFF" w:themeColor="background1"/>
                <w:sz w:val="20"/>
                <w:szCs w:val="20"/>
                <w:lang w:val="en-ZA" w:eastAsia="en-ZA"/>
              </w:rPr>
              <w:t xml:space="preserve">SOP </w:t>
            </w:r>
            <w:r w:rsidR="00F56688" w:rsidRPr="00F56688">
              <w:rPr>
                <w:rFonts w:ascii="Segoe UI" w:eastAsia="Times New Roman" w:hAnsi="Segoe UI" w:cs="Segoe UI"/>
                <w:b/>
                <w:bCs/>
                <w:color w:val="FFFFFF" w:themeColor="background1"/>
                <w:sz w:val="20"/>
                <w:szCs w:val="20"/>
                <w:lang w:val="en-ZA" w:eastAsia="en-ZA"/>
              </w:rPr>
              <w:t>DETAIL</w:t>
            </w:r>
          </w:p>
        </w:tc>
      </w:tr>
      <w:tr w:rsidR="00807133" w:rsidRPr="00CA568A" w14:paraId="6A25F1C6" w14:textId="77777777" w:rsidTr="000157EE">
        <w:trPr>
          <w:trHeight w:val="142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3F9B5B88" w14:textId="2ADB92B2" w:rsidR="00807133" w:rsidRPr="00A61E64" w:rsidRDefault="00807133" w:rsidP="00C41F3B">
            <w:pPr>
              <w:spacing w:after="0" w:line="240" w:lineRule="auto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INTRODUCTION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336B1" w14:textId="77777777" w:rsidR="00807133" w:rsidRPr="00060E05" w:rsidRDefault="00807133" w:rsidP="00060E05">
            <w:pPr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</w:tc>
      </w:tr>
      <w:tr w:rsidR="00C41F3B" w:rsidRPr="00CA568A" w14:paraId="1A6E80B6" w14:textId="77777777" w:rsidTr="000157EE">
        <w:trPr>
          <w:trHeight w:val="142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73089D33" w14:textId="77777777" w:rsidR="00C41F3B" w:rsidRDefault="00C41F3B" w:rsidP="00C41F3B">
            <w:pPr>
              <w:spacing w:after="0" w:line="240" w:lineRule="auto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A61E64">
              <w:rPr>
                <w:rFonts w:ascii="Segoe UI" w:hAnsi="Segoe UI" w:cs="Segoe UI"/>
                <w:b/>
                <w:bCs/>
                <w:sz w:val="20"/>
                <w:szCs w:val="20"/>
              </w:rPr>
              <w:t>PURPOSE</w:t>
            </w:r>
          </w:p>
          <w:p w14:paraId="2C839707" w14:textId="77777777" w:rsidR="00C41F3B" w:rsidRPr="00FB49D8" w:rsidRDefault="00C41F3B" w:rsidP="00C41F3B">
            <w:pPr>
              <w:spacing w:after="0" w:line="240" w:lineRule="auto"/>
              <w:rPr>
                <w:rFonts w:ascii="Segoe UI" w:hAnsi="Segoe UI" w:cs="Segoe UI"/>
                <w:i/>
                <w:iCs/>
                <w:sz w:val="16"/>
                <w:szCs w:val="16"/>
              </w:rPr>
            </w:pPr>
            <w:r>
              <w:rPr>
                <w:rFonts w:ascii="Segoe UI" w:hAnsi="Segoe UI" w:cs="Segoe UI"/>
                <w:i/>
                <w:iCs/>
                <w:sz w:val="16"/>
                <w:szCs w:val="16"/>
              </w:rPr>
              <w:t>*Objectives of the Guideline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DFC16" w14:textId="5A9EF9E0" w:rsidR="00060E05" w:rsidRPr="00060E05" w:rsidRDefault="00060E05" w:rsidP="00060E05">
            <w:pPr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060E0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Th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e purpose of this SOP is:</w:t>
            </w:r>
          </w:p>
          <w:p w14:paraId="4F45B7CA" w14:textId="10542B87" w:rsidR="00807133" w:rsidRPr="005C10A8" w:rsidRDefault="00512D93" w:rsidP="00807133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344744"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  <w:t xml:space="preserve">To </w:t>
            </w:r>
            <w:r w:rsidR="00807133"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  <w:t>…….</w:t>
            </w:r>
          </w:p>
          <w:p w14:paraId="25E9EE7A" w14:textId="449792AD" w:rsidR="00C41F3B" w:rsidRPr="005C10A8" w:rsidRDefault="00C41F3B" w:rsidP="00060E05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</w:p>
        </w:tc>
      </w:tr>
      <w:tr w:rsidR="00C41F3B" w:rsidRPr="00CA568A" w14:paraId="0EB32CF0" w14:textId="77777777" w:rsidTr="00FB49D8">
        <w:trPr>
          <w:cantSplit/>
          <w:trHeight w:val="140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1C4C770C" w14:textId="77777777" w:rsidR="00C41F3B" w:rsidRPr="00B56B47" w:rsidRDefault="00C41F3B" w:rsidP="00C41F3B">
            <w:pPr>
              <w:spacing w:after="0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B56B47">
              <w:rPr>
                <w:rFonts w:ascii="Segoe UI" w:hAnsi="Segoe UI" w:cs="Segoe UI"/>
                <w:b/>
                <w:bCs/>
                <w:sz w:val="20"/>
                <w:szCs w:val="20"/>
              </w:rPr>
              <w:t>SCOPE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D24A" w14:textId="6E453763" w:rsidR="00C41F3B" w:rsidRPr="00A61E64" w:rsidRDefault="00C41F3B" w:rsidP="00C41F3B">
            <w:pPr>
              <w:spacing w:after="0"/>
              <w:rPr>
                <w:rFonts w:ascii="Segoe UI" w:hAnsi="Segoe UI" w:cs="Segoe UI"/>
                <w:sz w:val="20"/>
                <w:szCs w:val="20"/>
              </w:rPr>
            </w:pPr>
            <w:r w:rsidRPr="00B26DD6">
              <w:rPr>
                <w:rFonts w:ascii="Arial" w:hAnsi="Arial" w:cs="Arial"/>
                <w:sz w:val="20"/>
                <w:szCs w:val="20"/>
              </w:rPr>
              <w:t xml:space="preserve">This </w:t>
            </w:r>
            <w:r>
              <w:rPr>
                <w:rFonts w:ascii="Arial" w:hAnsi="Arial" w:cs="Arial"/>
                <w:sz w:val="20"/>
                <w:szCs w:val="20"/>
              </w:rPr>
              <w:t>SOP</w:t>
            </w:r>
            <w:r w:rsidRPr="00B26DD6">
              <w:rPr>
                <w:rFonts w:ascii="Arial" w:hAnsi="Arial" w:cs="Arial"/>
                <w:sz w:val="20"/>
                <w:szCs w:val="20"/>
              </w:rPr>
              <w:t xml:space="preserve"> is applicable to the Eastern Cape Department of Education and includes </w:t>
            </w:r>
          </w:p>
        </w:tc>
      </w:tr>
      <w:tr w:rsidR="00C41F3B" w:rsidRPr="00CA568A" w14:paraId="5D53213F" w14:textId="77777777" w:rsidTr="00421F05">
        <w:trPr>
          <w:trHeight w:val="426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ACFB4AE" w14:textId="77777777" w:rsidR="00C41F3B" w:rsidRPr="00CA568A" w:rsidRDefault="00C41F3B" w:rsidP="00C41F3B">
            <w:pPr>
              <w:pStyle w:val="NoSpacing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STAKEHOLDERS</w:t>
            </w:r>
          </w:p>
        </w:tc>
      </w:tr>
      <w:tr w:rsidR="00C41F3B" w:rsidRPr="00CA568A" w14:paraId="71A7177D" w14:textId="77777777" w:rsidTr="00421F05">
        <w:trPr>
          <w:trHeight w:val="426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92F43E7" w14:textId="77777777" w:rsidR="00C41F3B" w:rsidRPr="00CA568A" w:rsidRDefault="00C41F3B" w:rsidP="00C41F3B">
            <w:pPr>
              <w:pStyle w:val="NoSpacing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EXTERNAL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54CE2D7" w14:textId="77777777" w:rsidR="00C41F3B" w:rsidRPr="00CA568A" w:rsidRDefault="00C41F3B" w:rsidP="00C41F3B">
            <w:pPr>
              <w:pStyle w:val="NoSpacing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INTERNAL</w:t>
            </w:r>
          </w:p>
        </w:tc>
      </w:tr>
      <w:tr w:rsidR="00C41F3B" w:rsidRPr="00877E35" w14:paraId="34DD7FD8" w14:textId="77777777" w:rsidTr="00877E35">
        <w:trPr>
          <w:trHeight w:val="255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CF7E5" w14:textId="77777777" w:rsidR="00C41F3B" w:rsidRPr="001A47F6" w:rsidRDefault="00C41F3B" w:rsidP="00C41F3B">
            <w:pPr>
              <w:keepLines/>
              <w:spacing w:after="0" w:line="240" w:lineRule="auto"/>
              <w:rPr>
                <w:rFonts w:ascii="Segoe UI" w:eastAsia="Times New Roman" w:hAnsi="Segoe UI" w:cs="Segoe UI"/>
                <w:bCs/>
                <w:sz w:val="20"/>
                <w:szCs w:val="20"/>
                <w:lang w:val="en-Z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C715A" w14:textId="77777777" w:rsidR="00C41F3B" w:rsidRDefault="00C41F3B" w:rsidP="00060E05">
            <w:pPr>
              <w:keepLines/>
              <w:spacing w:after="0" w:line="240" w:lineRule="auto"/>
              <w:rPr>
                <w:rFonts w:ascii="Segoe UI" w:eastAsia="Times New Roman" w:hAnsi="Segoe UI" w:cs="Segoe UI"/>
                <w:b/>
                <w:sz w:val="20"/>
                <w:szCs w:val="20"/>
                <w:lang w:val="en-ZA"/>
              </w:rPr>
            </w:pPr>
          </w:p>
          <w:p w14:paraId="64669917" w14:textId="77777777" w:rsidR="00807133" w:rsidRDefault="00807133" w:rsidP="00060E05">
            <w:pPr>
              <w:keepLines/>
              <w:spacing w:after="0" w:line="240" w:lineRule="auto"/>
              <w:rPr>
                <w:rFonts w:ascii="Segoe UI" w:eastAsia="Times New Roman" w:hAnsi="Segoe UI" w:cs="Segoe UI"/>
                <w:b/>
                <w:sz w:val="20"/>
                <w:szCs w:val="20"/>
                <w:lang w:val="en-ZA"/>
              </w:rPr>
            </w:pPr>
          </w:p>
          <w:p w14:paraId="15DC4C10" w14:textId="77777777" w:rsidR="00807133" w:rsidRDefault="00807133" w:rsidP="00060E05">
            <w:pPr>
              <w:keepLines/>
              <w:spacing w:after="0" w:line="240" w:lineRule="auto"/>
              <w:rPr>
                <w:rFonts w:ascii="Segoe UI" w:eastAsia="Times New Roman" w:hAnsi="Segoe UI" w:cs="Segoe UI"/>
                <w:b/>
                <w:sz w:val="20"/>
                <w:szCs w:val="20"/>
                <w:lang w:val="en-ZA"/>
              </w:rPr>
            </w:pPr>
          </w:p>
          <w:p w14:paraId="67FECBCE" w14:textId="4F0BE1A5" w:rsidR="00807133" w:rsidRPr="00877E35" w:rsidRDefault="00807133" w:rsidP="00060E05">
            <w:pPr>
              <w:keepLines/>
              <w:spacing w:after="0" w:line="240" w:lineRule="auto"/>
              <w:rPr>
                <w:rFonts w:ascii="Segoe UI" w:eastAsia="Times New Roman" w:hAnsi="Segoe UI" w:cs="Segoe UI"/>
                <w:b/>
                <w:sz w:val="20"/>
                <w:szCs w:val="20"/>
                <w:lang w:val="en-ZA"/>
              </w:rPr>
            </w:pPr>
          </w:p>
        </w:tc>
      </w:tr>
    </w:tbl>
    <w:p w14:paraId="307E4B6D" w14:textId="77777777" w:rsidR="009940A6" w:rsidRDefault="009940A6" w:rsidP="00971422">
      <w:pPr>
        <w:rPr>
          <w:rFonts w:ascii="Segoe UI" w:eastAsiaTheme="majorEastAsia" w:hAnsi="Segoe UI" w:cs="Segoe UI"/>
          <w:b/>
          <w:bCs/>
          <w:color w:val="4F81BD" w:themeColor="accent1"/>
          <w:sz w:val="20"/>
          <w:szCs w:val="20"/>
        </w:rPr>
      </w:pPr>
    </w:p>
    <w:tbl>
      <w:tblPr>
        <w:tblW w:w="1049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8080"/>
      </w:tblGrid>
      <w:tr w:rsidR="000C1525" w:rsidRPr="00F56688" w14:paraId="0B14E016" w14:textId="77777777" w:rsidTr="00CD0E48">
        <w:trPr>
          <w:trHeight w:val="426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82052C9" w14:textId="77777777" w:rsidR="000C1525" w:rsidRPr="00F56688" w:rsidRDefault="000C1525" w:rsidP="00152DD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 w:themeColor="background1"/>
                <w:sz w:val="20"/>
                <w:szCs w:val="20"/>
                <w:lang w:val="en-ZA" w:eastAsia="en-ZA"/>
              </w:rPr>
            </w:pPr>
            <w:r>
              <w:rPr>
                <w:rFonts w:ascii="Segoe UI" w:eastAsia="Times New Roman" w:hAnsi="Segoe UI" w:cs="Segoe UI"/>
                <w:b/>
                <w:bCs/>
                <w:color w:val="FFFFFF" w:themeColor="background1"/>
                <w:sz w:val="20"/>
                <w:szCs w:val="20"/>
                <w:lang w:val="en-ZA" w:eastAsia="en-ZA"/>
              </w:rPr>
              <w:t>PROCESS</w:t>
            </w:r>
            <w:r w:rsidRPr="00F56688">
              <w:rPr>
                <w:rFonts w:ascii="Segoe UI" w:eastAsia="Times New Roman" w:hAnsi="Segoe UI" w:cs="Segoe UI"/>
                <w:b/>
                <w:bCs/>
                <w:color w:val="FFFFFF" w:themeColor="background1"/>
                <w:sz w:val="20"/>
                <w:szCs w:val="20"/>
                <w:lang w:val="en-ZA" w:eastAsia="en-ZA"/>
              </w:rPr>
              <w:t xml:space="preserve"> </w:t>
            </w:r>
            <w:r w:rsidR="00CD0E48">
              <w:rPr>
                <w:rFonts w:ascii="Segoe UI" w:eastAsia="Times New Roman" w:hAnsi="Segoe UI" w:cs="Segoe UI"/>
                <w:b/>
                <w:bCs/>
                <w:color w:val="FFFFFF" w:themeColor="background1"/>
                <w:sz w:val="20"/>
                <w:szCs w:val="20"/>
                <w:lang w:val="en-ZA" w:eastAsia="en-ZA"/>
              </w:rPr>
              <w:t>INTEGRATION</w:t>
            </w:r>
          </w:p>
        </w:tc>
      </w:tr>
      <w:tr w:rsidR="00CD0E48" w:rsidRPr="009940A6" w14:paraId="25AD82DE" w14:textId="77777777" w:rsidTr="00CD0E4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525"/>
          <w:tblHeader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3AE5513B" w14:textId="77777777" w:rsidR="00CD0E48" w:rsidRPr="009940A6" w:rsidRDefault="00CD0E48" w:rsidP="00152DD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val="en-ZA" w:eastAsia="en-ZA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val="en-ZA" w:eastAsia="en-ZA"/>
              </w:rPr>
              <w:t>PROCESS NAME</w:t>
            </w:r>
          </w:p>
        </w:tc>
        <w:tc>
          <w:tcPr>
            <w:tcW w:w="8080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0A6A28D7" w14:textId="77777777" w:rsidR="00CD0E48" w:rsidRPr="009940A6" w:rsidRDefault="00CD0E48" w:rsidP="00152DD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val="en-ZA" w:eastAsia="en-ZA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val="en-ZA" w:eastAsia="en-ZA"/>
              </w:rPr>
              <w:t>DEPENDECY</w:t>
            </w:r>
          </w:p>
        </w:tc>
      </w:tr>
      <w:tr w:rsidR="000C1525" w:rsidRPr="00566D70" w14:paraId="24A1612E" w14:textId="77777777" w:rsidTr="00CD0E4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70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82526C" w14:textId="77777777" w:rsidR="001A2B9E" w:rsidRDefault="000C1525" w:rsidP="00152DD2">
            <w:pPr>
              <w:keepLines/>
              <w:spacing w:after="0" w:line="240" w:lineRule="auto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val="en-ZA"/>
              </w:rPr>
            </w:pPr>
            <w:r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val="en-ZA"/>
              </w:rPr>
              <w:t xml:space="preserve">* This SOP defines the steps / </w:t>
            </w:r>
            <w:r w:rsidR="001A2B9E"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val="en-ZA"/>
              </w:rPr>
              <w:t xml:space="preserve">procedures </w:t>
            </w:r>
            <w:r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val="en-ZA"/>
              </w:rPr>
              <w:t>to be followed by the designated Persons/Unit</w:t>
            </w:r>
            <w:r w:rsidR="001A2B9E"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val="en-ZA"/>
              </w:rPr>
              <w:t xml:space="preserve"> responsible for the activity.</w:t>
            </w:r>
          </w:p>
          <w:p w14:paraId="7EA0AF8E" w14:textId="77777777" w:rsidR="008A375F" w:rsidRDefault="001A2B9E" w:rsidP="00152DD2">
            <w:pPr>
              <w:keepLines/>
              <w:spacing w:after="0" w:line="240" w:lineRule="auto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val="en-ZA"/>
              </w:rPr>
            </w:pPr>
            <w:r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val="en-ZA"/>
              </w:rPr>
              <w:t xml:space="preserve">* </w:t>
            </w:r>
            <w:r w:rsidR="000C1525"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val="en-ZA"/>
              </w:rPr>
              <w:t>Th</w:t>
            </w:r>
            <w:r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val="en-ZA"/>
              </w:rPr>
              <w:t>is</w:t>
            </w:r>
            <w:r w:rsidR="000C1525"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val="en-ZA"/>
              </w:rPr>
              <w:t xml:space="preserve"> process must NOT be read in isolation</w:t>
            </w:r>
            <w:r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val="en-ZA"/>
              </w:rPr>
              <w:t>, but in recognition and cognizance of</w:t>
            </w:r>
            <w:r w:rsidR="008A375F"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val="en-ZA"/>
              </w:rPr>
              <w:t>:</w:t>
            </w:r>
            <w:r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val="en-ZA"/>
              </w:rPr>
              <w:t xml:space="preserve"> </w:t>
            </w:r>
          </w:p>
          <w:p w14:paraId="757BCEDF" w14:textId="77777777" w:rsidR="008A375F" w:rsidRDefault="001A2B9E" w:rsidP="00EA1B52">
            <w:pPr>
              <w:pStyle w:val="ListParagraph"/>
              <w:keepLines/>
              <w:numPr>
                <w:ilvl w:val="0"/>
                <w:numId w:val="1"/>
              </w:numPr>
              <w:spacing w:after="0" w:line="240" w:lineRule="auto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val="en-ZA"/>
              </w:rPr>
            </w:pPr>
            <w:r w:rsidRPr="008A375F"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val="en-ZA"/>
              </w:rPr>
              <w:t>the overall End-to-End process</w:t>
            </w:r>
            <w:r w:rsidR="008A375F"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val="en-ZA"/>
              </w:rPr>
              <w:t>;</w:t>
            </w:r>
          </w:p>
          <w:p w14:paraId="29BC3D9F" w14:textId="77777777" w:rsidR="000C1525" w:rsidRDefault="001A2B9E" w:rsidP="00EA1B52">
            <w:pPr>
              <w:pStyle w:val="ListParagraph"/>
              <w:keepLines/>
              <w:numPr>
                <w:ilvl w:val="0"/>
                <w:numId w:val="1"/>
              </w:numPr>
              <w:spacing w:after="0" w:line="240" w:lineRule="auto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val="en-ZA"/>
              </w:rPr>
            </w:pPr>
            <w:r w:rsidRPr="008A375F"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val="en-ZA"/>
              </w:rPr>
              <w:t>it’s inter-dependencies (integration points) with other processes</w:t>
            </w:r>
            <w:r w:rsidR="008A375F"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val="en-ZA"/>
              </w:rPr>
              <w:t>; and</w:t>
            </w:r>
          </w:p>
          <w:p w14:paraId="3594B2F0" w14:textId="77777777" w:rsidR="008A375F" w:rsidRPr="008A375F" w:rsidRDefault="00CD0E48" w:rsidP="00EA1B52">
            <w:pPr>
              <w:pStyle w:val="ListParagraph"/>
              <w:keepLines/>
              <w:numPr>
                <w:ilvl w:val="0"/>
                <w:numId w:val="1"/>
              </w:numPr>
              <w:spacing w:after="0" w:line="240" w:lineRule="auto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val="en-ZA"/>
              </w:rPr>
            </w:pPr>
            <w:r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val="en-ZA"/>
              </w:rPr>
              <w:t>t</w:t>
            </w:r>
            <w:r w:rsidR="008A375F"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val="en-ZA"/>
              </w:rPr>
              <w:t>he impact each process has on the other.</w:t>
            </w:r>
          </w:p>
        </w:tc>
      </w:tr>
      <w:tr w:rsidR="00CD0E48" w:rsidRPr="00CA568A" w14:paraId="7E5F04C7" w14:textId="77777777" w:rsidTr="00CD0E4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9D9D5" w14:textId="122FE41F" w:rsidR="00CD0E48" w:rsidRPr="00060E05" w:rsidRDefault="00060E05" w:rsidP="00152DD2">
            <w:pPr>
              <w:keepLines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val="en-ZA"/>
              </w:rPr>
            </w:pPr>
            <w:r w:rsidRPr="00060E05">
              <w:rPr>
                <w:rFonts w:ascii="Segoe UI" w:eastAsia="Times New Roman" w:hAnsi="Segoe UI" w:cs="Segoe UI"/>
                <w:sz w:val="20"/>
                <w:szCs w:val="20"/>
                <w:lang w:val="en-ZA"/>
              </w:rPr>
              <w:t>N/A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69C18" w14:textId="77777777" w:rsidR="00CD0E48" w:rsidRPr="00CA568A" w:rsidRDefault="00CD0E48" w:rsidP="00152DD2">
            <w:pPr>
              <w:keepLines/>
              <w:spacing w:after="0" w:line="240" w:lineRule="auto"/>
              <w:rPr>
                <w:rFonts w:ascii="Segoe UI" w:eastAsia="Times New Roman" w:hAnsi="Segoe UI" w:cs="Segoe UI"/>
                <w:b/>
                <w:sz w:val="20"/>
                <w:szCs w:val="20"/>
                <w:lang w:val="en-ZA"/>
              </w:rPr>
            </w:pPr>
          </w:p>
        </w:tc>
      </w:tr>
      <w:tr w:rsidR="00CD0E48" w:rsidRPr="00CA568A" w14:paraId="133F8663" w14:textId="77777777" w:rsidTr="00CD0E4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7521D" w14:textId="77777777" w:rsidR="00CD0E48" w:rsidRPr="00CA568A" w:rsidRDefault="00CD0E48" w:rsidP="00152DD2">
            <w:pPr>
              <w:keepLines/>
              <w:spacing w:after="0" w:line="240" w:lineRule="auto"/>
              <w:rPr>
                <w:rFonts w:ascii="Segoe UI" w:eastAsia="Times New Roman" w:hAnsi="Segoe UI" w:cs="Segoe UI"/>
                <w:b/>
                <w:sz w:val="20"/>
                <w:szCs w:val="20"/>
                <w:lang w:val="en-Z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5D3EA" w14:textId="77777777" w:rsidR="00CD0E48" w:rsidRPr="00CA568A" w:rsidRDefault="00CD0E48" w:rsidP="00152DD2">
            <w:pPr>
              <w:keepLines/>
              <w:spacing w:after="0" w:line="240" w:lineRule="auto"/>
              <w:rPr>
                <w:rFonts w:ascii="Segoe UI" w:eastAsia="Times New Roman" w:hAnsi="Segoe UI" w:cs="Segoe UI"/>
                <w:b/>
                <w:sz w:val="20"/>
                <w:szCs w:val="20"/>
                <w:lang w:val="en-ZA"/>
              </w:rPr>
            </w:pPr>
          </w:p>
        </w:tc>
      </w:tr>
      <w:tr w:rsidR="00CD0E48" w:rsidRPr="00CA568A" w14:paraId="499BADD1" w14:textId="77777777" w:rsidTr="00CD0E4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3374B" w14:textId="77777777" w:rsidR="00CD0E48" w:rsidRPr="00CA568A" w:rsidRDefault="00CD0E48" w:rsidP="00152DD2">
            <w:pPr>
              <w:keepLines/>
              <w:spacing w:after="0" w:line="240" w:lineRule="auto"/>
              <w:rPr>
                <w:rFonts w:ascii="Segoe UI" w:eastAsia="Times New Roman" w:hAnsi="Segoe UI" w:cs="Segoe UI"/>
                <w:b/>
                <w:sz w:val="20"/>
                <w:szCs w:val="20"/>
                <w:lang w:val="en-Z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CFBFC" w14:textId="77777777" w:rsidR="00CD0E48" w:rsidRPr="00CA568A" w:rsidRDefault="00CD0E48" w:rsidP="00152DD2">
            <w:pPr>
              <w:keepLines/>
              <w:spacing w:after="0" w:line="240" w:lineRule="auto"/>
              <w:rPr>
                <w:rFonts w:ascii="Segoe UI" w:eastAsia="Times New Roman" w:hAnsi="Segoe UI" w:cs="Segoe UI"/>
                <w:b/>
                <w:sz w:val="20"/>
                <w:szCs w:val="20"/>
                <w:lang w:val="en-ZA"/>
              </w:rPr>
            </w:pPr>
          </w:p>
        </w:tc>
      </w:tr>
    </w:tbl>
    <w:p w14:paraId="7467F866" w14:textId="77777777" w:rsidR="00A42C8B" w:rsidRDefault="00A42C8B" w:rsidP="00A42C8B">
      <w:pPr>
        <w:rPr>
          <w:rFonts w:ascii="Segoe UI" w:eastAsiaTheme="majorEastAsia" w:hAnsi="Segoe UI" w:cs="Segoe UI"/>
          <w:sz w:val="20"/>
          <w:szCs w:val="20"/>
        </w:rPr>
      </w:pPr>
    </w:p>
    <w:p w14:paraId="53B15A36" w14:textId="77777777" w:rsidR="00EA1B52" w:rsidRPr="00A42C8B" w:rsidRDefault="00EA1B52" w:rsidP="00A42C8B">
      <w:pPr>
        <w:rPr>
          <w:rFonts w:ascii="Segoe UI" w:eastAsiaTheme="majorEastAsia" w:hAnsi="Segoe UI" w:cs="Segoe UI"/>
          <w:sz w:val="20"/>
          <w:szCs w:val="20"/>
        </w:rPr>
      </w:pPr>
    </w:p>
    <w:tbl>
      <w:tblPr>
        <w:tblW w:w="10490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386"/>
        <w:gridCol w:w="3001"/>
        <w:gridCol w:w="992"/>
        <w:gridCol w:w="992"/>
        <w:gridCol w:w="3119"/>
      </w:tblGrid>
      <w:tr w:rsidR="00700DEE" w:rsidRPr="00CA568A" w14:paraId="5D4DA1D7" w14:textId="77777777" w:rsidTr="002A10B1">
        <w:trPr>
          <w:trHeight w:val="425"/>
          <w:tblHeader/>
        </w:trPr>
        <w:tc>
          <w:tcPr>
            <w:tcW w:w="10490" w:type="dxa"/>
            <w:gridSpan w:val="5"/>
            <w:tcBorders>
              <w:bottom w:val="single" w:sz="4" w:space="0" w:color="auto"/>
            </w:tcBorders>
            <w:shd w:val="clear" w:color="auto" w:fill="17365D" w:themeFill="text2" w:themeFillShade="BF"/>
            <w:vAlign w:val="center"/>
          </w:tcPr>
          <w:p w14:paraId="55DEBEE1" w14:textId="77777777" w:rsidR="00700DEE" w:rsidRPr="00CA568A" w:rsidRDefault="00566D70" w:rsidP="00FB1BF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 w:themeColor="background1"/>
                <w:sz w:val="20"/>
                <w:szCs w:val="20"/>
                <w:lang w:val="en-ZA" w:eastAsia="en-ZA"/>
              </w:rPr>
            </w:pPr>
            <w:r>
              <w:rPr>
                <w:rFonts w:ascii="Segoe UI" w:eastAsia="Times New Roman" w:hAnsi="Segoe UI" w:cs="Segoe UI"/>
                <w:b/>
                <w:bCs/>
                <w:color w:val="FFFFFF" w:themeColor="background1"/>
                <w:sz w:val="20"/>
                <w:szCs w:val="20"/>
                <w:lang w:val="en-ZA" w:eastAsia="en-ZA"/>
              </w:rPr>
              <w:lastRenderedPageBreak/>
              <w:t xml:space="preserve">IDENTIFIED </w:t>
            </w:r>
            <w:r w:rsidR="00700DEE">
              <w:rPr>
                <w:rFonts w:ascii="Segoe UI" w:eastAsia="Times New Roman" w:hAnsi="Segoe UI" w:cs="Segoe UI"/>
                <w:b/>
                <w:bCs/>
                <w:color w:val="FFFFFF" w:themeColor="background1"/>
                <w:sz w:val="20"/>
                <w:szCs w:val="20"/>
                <w:lang w:val="en-ZA" w:eastAsia="en-ZA"/>
              </w:rPr>
              <w:t>RISKS</w:t>
            </w:r>
          </w:p>
        </w:tc>
      </w:tr>
      <w:tr w:rsidR="00566D70" w:rsidRPr="009940A6" w14:paraId="618DEADC" w14:textId="77777777" w:rsidTr="002A10B1">
        <w:trPr>
          <w:trHeight w:val="525"/>
          <w:tblHeader/>
        </w:trPr>
        <w:tc>
          <w:tcPr>
            <w:tcW w:w="2386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0646A8B9" w14:textId="77777777" w:rsidR="00566D70" w:rsidRPr="009940A6" w:rsidRDefault="00566D70" w:rsidP="00566D7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val="en-ZA" w:eastAsia="en-ZA"/>
              </w:rPr>
            </w:pPr>
            <w:r w:rsidRPr="009940A6"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val="en-ZA" w:eastAsia="en-ZA"/>
              </w:rPr>
              <w:t>PROCESS NAME</w:t>
            </w:r>
          </w:p>
        </w:tc>
        <w:tc>
          <w:tcPr>
            <w:tcW w:w="3001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5FC37F19" w14:textId="77777777" w:rsidR="00566D70" w:rsidRPr="009940A6" w:rsidRDefault="00566D70" w:rsidP="00566D7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val="en-ZA" w:eastAsia="en-ZA"/>
              </w:rPr>
            </w:pPr>
            <w:r w:rsidRPr="009940A6"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val="en-ZA" w:eastAsia="en-ZA"/>
              </w:rPr>
              <w:t>RISK DESCRIPTION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69EFBD44" w14:textId="77777777" w:rsidR="00566D70" w:rsidRPr="009940A6" w:rsidRDefault="00566D70" w:rsidP="00566D7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val="en-ZA" w:eastAsia="en-ZA"/>
              </w:rPr>
            </w:pPr>
            <w:r w:rsidRPr="009940A6"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val="en-ZA" w:eastAsia="en-ZA"/>
              </w:rPr>
              <w:t>PROB</w:t>
            </w:r>
            <w:r w:rsidRPr="009940A6"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val="en-ZA" w:eastAsia="en-ZA"/>
              </w:rPr>
              <w:softHyphen/>
              <w:t>ABILITY</w:t>
            </w:r>
            <w:r w:rsidRPr="009940A6"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val="en-ZA" w:eastAsia="en-ZA"/>
              </w:rPr>
              <w:br/>
              <w:t>(H</w:t>
            </w:r>
            <w:r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val="en-ZA" w:eastAsia="en-ZA"/>
              </w:rPr>
              <w:t>/M</w:t>
            </w:r>
            <w:r w:rsidRPr="009940A6"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val="en-ZA" w:eastAsia="en-ZA"/>
              </w:rPr>
              <w:t>/L)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2D3CDC14" w14:textId="77777777" w:rsidR="00566D70" w:rsidRPr="009940A6" w:rsidRDefault="00566D70" w:rsidP="00566D7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val="en-ZA" w:eastAsia="en-ZA"/>
              </w:rPr>
            </w:pPr>
            <w:r w:rsidRPr="009940A6"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val="en-ZA" w:eastAsia="en-ZA"/>
              </w:rPr>
              <w:t>IMP</w:t>
            </w:r>
            <w:r w:rsidR="00CD0E48"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val="en-ZA" w:eastAsia="en-ZA"/>
              </w:rPr>
              <w:t>ACT</w:t>
            </w:r>
            <w:r w:rsidRPr="009940A6"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val="en-ZA" w:eastAsia="en-ZA"/>
              </w:rPr>
              <w:br/>
              <w:t>(H/M/L)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12D3C735" w14:textId="77777777" w:rsidR="00566D70" w:rsidRPr="009940A6" w:rsidRDefault="00566D70" w:rsidP="00566D7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val="en-ZA" w:eastAsia="en-ZA"/>
              </w:rPr>
            </w:pPr>
            <w:r w:rsidRPr="009940A6"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val="en-ZA" w:eastAsia="en-ZA"/>
              </w:rPr>
              <w:t>CONTROL DESCRIPTION</w:t>
            </w:r>
          </w:p>
        </w:tc>
      </w:tr>
      <w:tr w:rsidR="00566D70" w:rsidRPr="00566D70" w14:paraId="3BE6F2CE" w14:textId="77777777" w:rsidTr="002A10B1">
        <w:trPr>
          <w:trHeight w:val="270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77D304" w14:textId="77777777" w:rsidR="00566D70" w:rsidRPr="00566D70" w:rsidRDefault="00566D70" w:rsidP="00566D70">
            <w:pPr>
              <w:keepLines/>
              <w:spacing w:after="0" w:line="240" w:lineRule="auto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val="en-ZA"/>
              </w:rPr>
            </w:pPr>
            <w:r w:rsidRPr="00566D70"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val="en-ZA"/>
              </w:rPr>
              <w:t>* Describe any procedure(s) of higher risk than usual. This will alert the staff so that sufficient attention be paid.</w:t>
            </w:r>
          </w:p>
        </w:tc>
      </w:tr>
      <w:tr w:rsidR="00566D70" w:rsidRPr="00CA568A" w14:paraId="5800F82B" w14:textId="77777777" w:rsidTr="002A10B1">
        <w:trPr>
          <w:trHeight w:val="270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DA513" w14:textId="77777777" w:rsidR="00566D70" w:rsidRPr="00CA568A" w:rsidRDefault="00566D70" w:rsidP="00F56688">
            <w:pPr>
              <w:keepLines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val="en-ZA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29462" w14:textId="77777777" w:rsidR="00566D70" w:rsidRPr="00CA568A" w:rsidRDefault="00566D70" w:rsidP="00F56688">
            <w:pPr>
              <w:keepLines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val="en-Z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33C34" w14:textId="77777777" w:rsidR="00566D70" w:rsidRPr="00CA568A" w:rsidRDefault="00566D70" w:rsidP="00F56688">
            <w:pPr>
              <w:keepLines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val="en-Z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99777" w14:textId="77777777" w:rsidR="00566D70" w:rsidRPr="00CA568A" w:rsidRDefault="00566D70" w:rsidP="00F56688">
            <w:pPr>
              <w:keepLines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val="en-Z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4A4BE" w14:textId="77777777" w:rsidR="00566D70" w:rsidRPr="00CA568A" w:rsidRDefault="00566D70" w:rsidP="00F56688">
            <w:pPr>
              <w:keepLines/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val="en-ZA"/>
              </w:rPr>
            </w:pPr>
          </w:p>
        </w:tc>
      </w:tr>
      <w:tr w:rsidR="00566D70" w:rsidRPr="00CA568A" w14:paraId="1C078782" w14:textId="77777777" w:rsidTr="002A10B1">
        <w:trPr>
          <w:trHeight w:val="270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D8015" w14:textId="77777777" w:rsidR="00566D70" w:rsidRPr="00CA568A" w:rsidRDefault="00566D70" w:rsidP="00F56688">
            <w:pPr>
              <w:keepLines/>
              <w:spacing w:after="0" w:line="240" w:lineRule="auto"/>
              <w:rPr>
                <w:rFonts w:ascii="Segoe UI" w:eastAsia="Times New Roman" w:hAnsi="Segoe UI" w:cs="Segoe UI"/>
                <w:b/>
                <w:sz w:val="20"/>
                <w:szCs w:val="20"/>
                <w:lang w:val="en-ZA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78623" w14:textId="77777777" w:rsidR="00566D70" w:rsidRPr="00CA568A" w:rsidRDefault="00566D70" w:rsidP="00F56688">
            <w:pPr>
              <w:keepLines/>
              <w:spacing w:after="0" w:line="240" w:lineRule="auto"/>
              <w:rPr>
                <w:rFonts w:ascii="Segoe UI" w:eastAsia="Times New Roman" w:hAnsi="Segoe UI" w:cs="Segoe UI"/>
                <w:b/>
                <w:sz w:val="20"/>
                <w:szCs w:val="20"/>
                <w:lang w:val="en-Z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1C4C1" w14:textId="77777777" w:rsidR="00566D70" w:rsidRPr="00CA568A" w:rsidRDefault="00566D70" w:rsidP="00F56688">
            <w:pPr>
              <w:keepLines/>
              <w:spacing w:after="0" w:line="240" w:lineRule="auto"/>
              <w:rPr>
                <w:rFonts w:ascii="Segoe UI" w:eastAsia="Times New Roman" w:hAnsi="Segoe UI" w:cs="Segoe UI"/>
                <w:b/>
                <w:sz w:val="20"/>
                <w:szCs w:val="20"/>
                <w:lang w:val="en-Z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60A5C" w14:textId="77777777" w:rsidR="00566D70" w:rsidRPr="00CA568A" w:rsidRDefault="00566D70" w:rsidP="00F56688">
            <w:pPr>
              <w:keepLines/>
              <w:spacing w:after="0" w:line="240" w:lineRule="auto"/>
              <w:rPr>
                <w:rFonts w:ascii="Segoe UI" w:eastAsia="Times New Roman" w:hAnsi="Segoe UI" w:cs="Segoe UI"/>
                <w:b/>
                <w:sz w:val="20"/>
                <w:szCs w:val="20"/>
                <w:lang w:val="en-Z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85AFD" w14:textId="77777777" w:rsidR="00566D70" w:rsidRPr="00CA568A" w:rsidRDefault="00566D70" w:rsidP="00F56688">
            <w:pPr>
              <w:keepLines/>
              <w:spacing w:after="0" w:line="240" w:lineRule="auto"/>
              <w:rPr>
                <w:rFonts w:ascii="Segoe UI" w:eastAsia="Times New Roman" w:hAnsi="Segoe UI" w:cs="Segoe UI"/>
                <w:b/>
                <w:sz w:val="20"/>
                <w:szCs w:val="20"/>
                <w:lang w:val="en-ZA"/>
              </w:rPr>
            </w:pPr>
          </w:p>
        </w:tc>
      </w:tr>
      <w:tr w:rsidR="00CD0E48" w:rsidRPr="00CA568A" w14:paraId="172F6C9B" w14:textId="77777777" w:rsidTr="002A10B1">
        <w:trPr>
          <w:trHeight w:val="270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659C5" w14:textId="77777777" w:rsidR="00CD0E48" w:rsidRPr="00CA568A" w:rsidRDefault="00CD0E48" w:rsidP="00F56688">
            <w:pPr>
              <w:keepLines/>
              <w:spacing w:after="0" w:line="240" w:lineRule="auto"/>
              <w:rPr>
                <w:rFonts w:ascii="Segoe UI" w:eastAsia="Times New Roman" w:hAnsi="Segoe UI" w:cs="Segoe UI"/>
                <w:b/>
                <w:sz w:val="20"/>
                <w:szCs w:val="20"/>
                <w:lang w:val="en-ZA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EC8B7" w14:textId="77777777" w:rsidR="00CD0E48" w:rsidRPr="00CA568A" w:rsidRDefault="00CD0E48" w:rsidP="00F56688">
            <w:pPr>
              <w:keepLines/>
              <w:spacing w:after="0" w:line="240" w:lineRule="auto"/>
              <w:rPr>
                <w:rFonts w:ascii="Segoe UI" w:eastAsia="Times New Roman" w:hAnsi="Segoe UI" w:cs="Segoe UI"/>
                <w:b/>
                <w:sz w:val="20"/>
                <w:szCs w:val="20"/>
                <w:lang w:val="en-Z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6C868" w14:textId="77777777" w:rsidR="00CD0E48" w:rsidRPr="00CA568A" w:rsidRDefault="00CD0E48" w:rsidP="00F56688">
            <w:pPr>
              <w:keepLines/>
              <w:spacing w:after="0" w:line="240" w:lineRule="auto"/>
              <w:rPr>
                <w:rFonts w:ascii="Segoe UI" w:eastAsia="Times New Roman" w:hAnsi="Segoe UI" w:cs="Segoe UI"/>
                <w:b/>
                <w:sz w:val="20"/>
                <w:szCs w:val="20"/>
                <w:lang w:val="en-Z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312E6" w14:textId="77777777" w:rsidR="00CD0E48" w:rsidRPr="00CA568A" w:rsidRDefault="00CD0E48" w:rsidP="00F56688">
            <w:pPr>
              <w:keepLines/>
              <w:spacing w:after="0" w:line="240" w:lineRule="auto"/>
              <w:rPr>
                <w:rFonts w:ascii="Segoe UI" w:eastAsia="Times New Roman" w:hAnsi="Segoe UI" w:cs="Segoe UI"/>
                <w:b/>
                <w:sz w:val="20"/>
                <w:szCs w:val="20"/>
                <w:lang w:val="en-Z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8E895" w14:textId="77777777" w:rsidR="00CD0E48" w:rsidRPr="00CA568A" w:rsidRDefault="00CD0E48" w:rsidP="00F56688">
            <w:pPr>
              <w:keepLines/>
              <w:spacing w:after="0" w:line="240" w:lineRule="auto"/>
              <w:rPr>
                <w:rFonts w:ascii="Segoe UI" w:eastAsia="Times New Roman" w:hAnsi="Segoe UI" w:cs="Segoe UI"/>
                <w:b/>
                <w:sz w:val="20"/>
                <w:szCs w:val="20"/>
                <w:lang w:val="en-ZA"/>
              </w:rPr>
            </w:pPr>
          </w:p>
        </w:tc>
      </w:tr>
    </w:tbl>
    <w:p w14:paraId="76B8ED30" w14:textId="77777777" w:rsidR="000C1525" w:rsidRPr="000C1525" w:rsidRDefault="000C1525" w:rsidP="000C1525">
      <w:pPr>
        <w:tabs>
          <w:tab w:val="left" w:pos="1011"/>
        </w:tabs>
        <w:rPr>
          <w:rFonts w:ascii="Segoe UI" w:hAnsi="Segoe UI" w:cs="Segoe UI"/>
          <w:sz w:val="20"/>
          <w:szCs w:val="20"/>
        </w:rPr>
        <w:sectPr w:rsidR="000C1525" w:rsidRPr="000C1525" w:rsidSect="00BD46EF">
          <w:headerReference w:type="default" r:id="rId13"/>
          <w:footerReference w:type="default" r:id="rId14"/>
          <w:pgSz w:w="11906" w:h="16838" w:code="9"/>
          <w:pgMar w:top="720" w:right="720" w:bottom="720" w:left="720" w:header="720" w:footer="720" w:gutter="0"/>
          <w:pgNumType w:start="1"/>
          <w:cols w:space="720"/>
          <w:docGrid w:linePitch="360"/>
        </w:sectPr>
      </w:pPr>
    </w:p>
    <w:tbl>
      <w:tblPr>
        <w:tblW w:w="1529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00"/>
        <w:gridCol w:w="6430"/>
        <w:gridCol w:w="1984"/>
        <w:gridCol w:w="1696"/>
        <w:gridCol w:w="1990"/>
        <w:gridCol w:w="2395"/>
      </w:tblGrid>
      <w:tr w:rsidR="00E1670C" w:rsidRPr="00F56688" w14:paraId="7F45E5D8" w14:textId="77777777" w:rsidTr="00470874">
        <w:trPr>
          <w:trHeight w:val="425"/>
        </w:trPr>
        <w:tc>
          <w:tcPr>
            <w:tcW w:w="152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  <w:hideMark/>
          </w:tcPr>
          <w:p w14:paraId="2F7038F5" w14:textId="77777777" w:rsidR="00E1670C" w:rsidRPr="00CA568A" w:rsidRDefault="00E1670C" w:rsidP="0041190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 w:themeColor="background1"/>
                <w:sz w:val="20"/>
                <w:szCs w:val="20"/>
                <w:lang w:val="en-ZA" w:eastAsia="en-ZA"/>
              </w:rPr>
            </w:pPr>
            <w:r>
              <w:rPr>
                <w:rFonts w:ascii="Segoe UI" w:eastAsia="Times New Roman" w:hAnsi="Segoe UI" w:cs="Segoe UI"/>
                <w:b/>
                <w:bCs/>
                <w:color w:val="FFFFFF" w:themeColor="background1"/>
                <w:sz w:val="20"/>
                <w:szCs w:val="20"/>
                <w:lang w:val="en-ZA" w:eastAsia="en-ZA"/>
              </w:rPr>
              <w:lastRenderedPageBreak/>
              <w:t>PROCEDURE (STEP-BY-STEP GUIDE)</w:t>
            </w:r>
          </w:p>
        </w:tc>
      </w:tr>
      <w:tr w:rsidR="00E1670C" w:rsidRPr="00CA568A" w14:paraId="2626D9E8" w14:textId="77777777" w:rsidTr="00470874">
        <w:trPr>
          <w:trHeight w:val="42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78F7D51" w14:textId="77777777" w:rsidR="00E1670C" w:rsidRPr="00CA568A" w:rsidRDefault="00E1670C" w:rsidP="0041190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val="en-ZA" w:eastAsia="en-ZA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val="en-ZA" w:eastAsia="en-ZA"/>
              </w:rPr>
              <w:t>STEP</w:t>
            </w:r>
          </w:p>
        </w:tc>
        <w:tc>
          <w:tcPr>
            <w:tcW w:w="6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6C74AFE" w14:textId="77777777" w:rsidR="00E1670C" w:rsidRPr="00CA568A" w:rsidRDefault="00E1670C" w:rsidP="0041190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val="en-ZA" w:eastAsia="en-ZA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val="en-ZA" w:eastAsia="en-ZA"/>
              </w:rPr>
              <w:t>ACTIVITY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694BF72" w14:textId="77777777" w:rsidR="00E1670C" w:rsidRPr="00CA568A" w:rsidRDefault="00E1670C" w:rsidP="0041190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val="en-ZA" w:eastAsia="en-ZA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val="en-ZA" w:eastAsia="en-ZA"/>
              </w:rPr>
              <w:t>ACCOUNTABILITY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3817C10" w14:textId="77777777" w:rsidR="00E1670C" w:rsidRPr="00CA568A" w:rsidRDefault="00E1670C" w:rsidP="0041190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val="en-ZA" w:eastAsia="en-ZA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val="en-ZA" w:eastAsia="en-ZA"/>
              </w:rPr>
              <w:t>TURNAROUND TIME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9815132" w14:textId="77777777" w:rsidR="00E1670C" w:rsidRPr="00CA568A" w:rsidRDefault="00E1670C" w:rsidP="0041190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val="en-ZA" w:eastAsia="en-ZA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val="en-ZA" w:eastAsia="en-ZA"/>
              </w:rPr>
              <w:t>SUPPORTING DOCUMENT</w:t>
            </w:r>
            <w:r w:rsidR="00F56688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val="en-ZA" w:eastAsia="en-ZA"/>
              </w:rPr>
              <w:t>ATION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114CDC5" w14:textId="77777777" w:rsidR="00E1670C" w:rsidRPr="00CA568A" w:rsidRDefault="00E1670C" w:rsidP="0041190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val="en-ZA" w:eastAsia="en-ZA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val="en-ZA" w:eastAsia="en-ZA"/>
              </w:rPr>
              <w:t>SERVICE STANDARD</w:t>
            </w:r>
          </w:p>
        </w:tc>
      </w:tr>
      <w:tr w:rsidR="00E1670C" w:rsidRPr="00CA568A" w14:paraId="600D4BE1" w14:textId="77777777" w:rsidTr="00877E35">
        <w:trPr>
          <w:trHeight w:val="27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25CDE" w14:textId="77777777" w:rsidR="00E1670C" w:rsidRPr="00CA568A" w:rsidRDefault="00470874" w:rsidP="00F56688">
            <w:pPr>
              <w:spacing w:after="0"/>
              <w:rPr>
                <w:rFonts w:ascii="Segoe UI" w:hAnsi="Segoe UI" w:cs="Segoe UI"/>
                <w:b/>
                <w:sz w:val="20"/>
                <w:szCs w:val="20"/>
                <w:lang w:val="en-ZA" w:eastAsia="en-ZA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en-ZA" w:eastAsia="en-ZA"/>
              </w:rPr>
              <w:t>1</w:t>
            </w:r>
          </w:p>
        </w:tc>
        <w:tc>
          <w:tcPr>
            <w:tcW w:w="6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18459" w14:textId="04A8673C" w:rsidR="00E1670C" w:rsidRPr="008E0666" w:rsidRDefault="00E1670C" w:rsidP="008E0666">
            <w:pPr>
              <w:spacing w:after="0" w:line="240" w:lineRule="auto"/>
              <w:ind w:left="170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  <w:bookmarkStart w:id="1" w:name="_GoBack"/>
            <w:bookmarkEnd w:id="1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EF9AF" w14:textId="0FF9FE96" w:rsidR="00E1670C" w:rsidRPr="0091710F" w:rsidRDefault="00E1670C" w:rsidP="00F56688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DA6FB" w14:textId="23ABC6E5" w:rsidR="00E1670C" w:rsidRPr="0091710F" w:rsidRDefault="00E1670C" w:rsidP="00F56688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C8D6F" w14:textId="5212509F" w:rsidR="00E1670C" w:rsidRPr="0091710F" w:rsidRDefault="00E1670C" w:rsidP="00851E25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6AD22A" w14:textId="77777777" w:rsidR="00E1670C" w:rsidRPr="00CA568A" w:rsidRDefault="00E1670C" w:rsidP="00F56688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ZA" w:eastAsia="en-ZA"/>
              </w:rPr>
            </w:pPr>
          </w:p>
        </w:tc>
      </w:tr>
      <w:tr w:rsidR="00232FB5" w:rsidRPr="00CA568A" w14:paraId="25AC5EF8" w14:textId="77777777" w:rsidTr="008E0666">
        <w:trPr>
          <w:trHeight w:val="27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4E089" w14:textId="77777777" w:rsidR="00232FB5" w:rsidRPr="00CA568A" w:rsidRDefault="00470874" w:rsidP="00F56688">
            <w:pPr>
              <w:spacing w:after="0"/>
              <w:rPr>
                <w:rFonts w:ascii="Segoe UI" w:hAnsi="Segoe UI" w:cs="Segoe UI"/>
                <w:b/>
                <w:sz w:val="20"/>
                <w:szCs w:val="20"/>
                <w:lang w:val="en-ZA" w:eastAsia="en-ZA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en-ZA" w:eastAsia="en-ZA"/>
              </w:rPr>
              <w:t>2</w:t>
            </w:r>
          </w:p>
        </w:tc>
        <w:tc>
          <w:tcPr>
            <w:tcW w:w="6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6D3E5" w14:textId="7EFB612D" w:rsidR="00232FB5" w:rsidRPr="008E0666" w:rsidRDefault="00232FB5" w:rsidP="008E0666">
            <w:pPr>
              <w:spacing w:after="0" w:line="240" w:lineRule="auto"/>
              <w:ind w:left="170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BAFDC" w14:textId="4B8D18C0" w:rsidR="00232FB5" w:rsidRPr="0091710F" w:rsidRDefault="00232FB5" w:rsidP="00F56688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6898E" w14:textId="77777777" w:rsidR="00232FB5" w:rsidRPr="0091710F" w:rsidRDefault="00232FB5" w:rsidP="00F56688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7BF04" w14:textId="77777777" w:rsidR="00232FB5" w:rsidRPr="0091710F" w:rsidRDefault="00232FB5" w:rsidP="00F56688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97B94C" w14:textId="77777777" w:rsidR="00232FB5" w:rsidRPr="00CA568A" w:rsidRDefault="00232FB5" w:rsidP="00F56688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ZA" w:eastAsia="en-ZA"/>
              </w:rPr>
            </w:pPr>
          </w:p>
        </w:tc>
      </w:tr>
      <w:tr w:rsidR="00E909D6" w:rsidRPr="00CA568A" w14:paraId="10FB6DD6" w14:textId="77777777" w:rsidTr="008E0666">
        <w:trPr>
          <w:trHeight w:val="27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41912" w14:textId="77777777" w:rsidR="00E909D6" w:rsidRPr="00CA568A" w:rsidRDefault="00E909D6" w:rsidP="00F56688">
            <w:pPr>
              <w:spacing w:after="0"/>
              <w:rPr>
                <w:rFonts w:ascii="Segoe UI" w:hAnsi="Segoe UI" w:cs="Segoe UI"/>
                <w:b/>
                <w:sz w:val="20"/>
                <w:szCs w:val="20"/>
                <w:lang w:val="en-ZA" w:eastAsia="en-ZA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6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2C498" w14:textId="7F1D14FC" w:rsidR="00E909D6" w:rsidRPr="008E0666" w:rsidRDefault="00E909D6" w:rsidP="008E0666">
            <w:pPr>
              <w:spacing w:after="0" w:line="240" w:lineRule="auto"/>
              <w:ind w:left="170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CDB21" w14:textId="1926C33F" w:rsidR="00E909D6" w:rsidRPr="0091710F" w:rsidRDefault="00E909D6" w:rsidP="00F56688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F47A5" w14:textId="08B4BF97" w:rsidR="00E909D6" w:rsidRPr="0091710F" w:rsidRDefault="00E909D6" w:rsidP="00E909D6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C69CB" w14:textId="0CCBFCFA" w:rsidR="00E909D6" w:rsidRPr="0091710F" w:rsidRDefault="00E909D6" w:rsidP="00F56688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537D52" w14:textId="77777777" w:rsidR="00E909D6" w:rsidRPr="00CA568A" w:rsidRDefault="00E909D6" w:rsidP="00F56688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ZA" w:eastAsia="en-ZA"/>
              </w:rPr>
            </w:pPr>
          </w:p>
        </w:tc>
      </w:tr>
      <w:tr w:rsidR="00E909D6" w:rsidRPr="00CA568A" w14:paraId="764DC637" w14:textId="77777777" w:rsidTr="008E0666">
        <w:trPr>
          <w:trHeight w:val="27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16351" w14:textId="77777777" w:rsidR="00E909D6" w:rsidRPr="00CA568A" w:rsidRDefault="00E909D6" w:rsidP="00F56688">
            <w:pPr>
              <w:spacing w:after="0"/>
              <w:rPr>
                <w:rFonts w:ascii="Segoe UI" w:hAnsi="Segoe UI" w:cs="Segoe UI"/>
                <w:b/>
                <w:sz w:val="20"/>
                <w:szCs w:val="20"/>
                <w:lang w:val="en-ZA" w:eastAsia="en-ZA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6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BD338" w14:textId="369E0880" w:rsidR="00E909D6" w:rsidRPr="008E0666" w:rsidRDefault="00E909D6" w:rsidP="008E0666">
            <w:pPr>
              <w:spacing w:after="0" w:line="240" w:lineRule="auto"/>
              <w:ind w:left="170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2FF68" w14:textId="19BB043B" w:rsidR="00E909D6" w:rsidRPr="0091710F" w:rsidRDefault="00E909D6" w:rsidP="00F56688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D207C" w14:textId="77777777" w:rsidR="00E909D6" w:rsidRPr="0091710F" w:rsidRDefault="00E909D6" w:rsidP="00F56688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3F783" w14:textId="77777777" w:rsidR="00E909D6" w:rsidRPr="0091710F" w:rsidRDefault="00E909D6" w:rsidP="00F56688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FB147C" w14:textId="77777777" w:rsidR="00E909D6" w:rsidRPr="00CA568A" w:rsidRDefault="00E909D6" w:rsidP="00F56688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ZA" w:eastAsia="en-ZA"/>
              </w:rPr>
            </w:pPr>
          </w:p>
        </w:tc>
      </w:tr>
      <w:tr w:rsidR="00E909D6" w:rsidRPr="00CA568A" w14:paraId="3E4B3040" w14:textId="77777777" w:rsidTr="008E0666">
        <w:trPr>
          <w:trHeight w:val="27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A1ED9" w14:textId="77777777" w:rsidR="00E909D6" w:rsidRPr="00CA568A" w:rsidRDefault="00E909D6" w:rsidP="00F56688">
            <w:pPr>
              <w:spacing w:after="0"/>
              <w:rPr>
                <w:rFonts w:ascii="Segoe UI" w:hAnsi="Segoe UI" w:cs="Segoe UI"/>
                <w:b/>
                <w:sz w:val="20"/>
                <w:szCs w:val="20"/>
                <w:lang w:val="en-ZA" w:eastAsia="en-ZA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en-ZA" w:eastAsia="en-ZA"/>
              </w:rPr>
              <w:t>5</w:t>
            </w:r>
          </w:p>
        </w:tc>
        <w:tc>
          <w:tcPr>
            <w:tcW w:w="6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E2FD8" w14:textId="3D1FA8D2" w:rsidR="00E909D6" w:rsidRPr="008E0666" w:rsidRDefault="00E909D6" w:rsidP="008E0666">
            <w:pPr>
              <w:spacing w:after="0" w:line="240" w:lineRule="auto"/>
              <w:ind w:left="170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E301C" w14:textId="67B8F1C3" w:rsidR="00E909D6" w:rsidRPr="0091710F" w:rsidRDefault="00E909D6" w:rsidP="00F56688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87651" w14:textId="77777777" w:rsidR="00E909D6" w:rsidRPr="0091710F" w:rsidRDefault="00E909D6" w:rsidP="00F56688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FDA98" w14:textId="77777777" w:rsidR="00E909D6" w:rsidRPr="0091710F" w:rsidRDefault="00E909D6" w:rsidP="00F56688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A1B28B" w14:textId="77777777" w:rsidR="00E909D6" w:rsidRPr="00CA568A" w:rsidRDefault="00E909D6" w:rsidP="00F56688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ZA" w:eastAsia="en-ZA"/>
              </w:rPr>
            </w:pPr>
          </w:p>
        </w:tc>
      </w:tr>
      <w:tr w:rsidR="00E909D6" w:rsidRPr="00CA568A" w14:paraId="7E6DFFC1" w14:textId="77777777" w:rsidTr="008E0666">
        <w:trPr>
          <w:trHeight w:val="27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6D21A" w14:textId="77777777" w:rsidR="00E909D6" w:rsidRDefault="00E909D6" w:rsidP="00F56688">
            <w:pPr>
              <w:spacing w:after="0"/>
              <w:rPr>
                <w:rFonts w:ascii="Segoe UI" w:hAnsi="Segoe UI" w:cs="Segoe UI"/>
                <w:b/>
                <w:sz w:val="20"/>
                <w:szCs w:val="20"/>
                <w:lang w:val="en-ZA" w:eastAsia="en-ZA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en-ZA" w:eastAsia="en-ZA"/>
              </w:rPr>
              <w:t>6</w:t>
            </w:r>
          </w:p>
        </w:tc>
        <w:tc>
          <w:tcPr>
            <w:tcW w:w="6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71AE6" w14:textId="135382BE" w:rsidR="00E909D6" w:rsidRPr="008E0666" w:rsidRDefault="00E909D6" w:rsidP="008E0666">
            <w:pPr>
              <w:spacing w:after="0" w:line="240" w:lineRule="auto"/>
              <w:ind w:left="170"/>
              <w:rPr>
                <w:rFonts w:ascii="Arial" w:eastAsia="Times New Roman" w:hAnsi="Arial" w:cs="Arial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F88CC" w14:textId="42ECD927" w:rsidR="00E909D6" w:rsidRPr="0091710F" w:rsidRDefault="00E909D6" w:rsidP="00F56688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FF080" w14:textId="029C581C" w:rsidR="00E909D6" w:rsidRPr="0091710F" w:rsidRDefault="00E909D6" w:rsidP="00F56688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A200F" w14:textId="77777777" w:rsidR="00E909D6" w:rsidRPr="0091710F" w:rsidRDefault="00E909D6" w:rsidP="00F56688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6CDD2E" w14:textId="77777777" w:rsidR="00E909D6" w:rsidRPr="00CA568A" w:rsidRDefault="00E909D6" w:rsidP="00F56688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ZA" w:eastAsia="en-ZA"/>
              </w:rPr>
            </w:pPr>
          </w:p>
        </w:tc>
      </w:tr>
      <w:tr w:rsidR="00E909D6" w:rsidRPr="00CA568A" w14:paraId="21D23531" w14:textId="77777777" w:rsidTr="008E0666">
        <w:trPr>
          <w:trHeight w:val="27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98B58" w14:textId="77777777" w:rsidR="00E909D6" w:rsidRDefault="00E909D6" w:rsidP="00F56688">
            <w:pPr>
              <w:spacing w:after="0"/>
              <w:rPr>
                <w:rFonts w:ascii="Segoe UI" w:hAnsi="Segoe UI" w:cs="Segoe UI"/>
                <w:b/>
                <w:sz w:val="20"/>
                <w:szCs w:val="20"/>
                <w:lang w:val="en-ZA" w:eastAsia="en-ZA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en-ZA" w:eastAsia="en-ZA"/>
              </w:rPr>
              <w:t>7</w:t>
            </w:r>
          </w:p>
        </w:tc>
        <w:tc>
          <w:tcPr>
            <w:tcW w:w="6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38F19" w14:textId="59618F84" w:rsidR="00E909D6" w:rsidRPr="008E0666" w:rsidRDefault="00E909D6" w:rsidP="008E0666">
            <w:pPr>
              <w:spacing w:after="0" w:line="240" w:lineRule="auto"/>
              <w:ind w:left="170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5B402" w14:textId="6758EBF9" w:rsidR="00E909D6" w:rsidRPr="0091710F" w:rsidRDefault="00E909D6" w:rsidP="00F56688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7895E" w14:textId="77777777" w:rsidR="00E909D6" w:rsidRPr="0091710F" w:rsidRDefault="00E909D6" w:rsidP="00F56688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DB06B" w14:textId="05CB67C7" w:rsidR="00E909D6" w:rsidRPr="0091710F" w:rsidRDefault="00E909D6" w:rsidP="00F56688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55C779" w14:textId="77777777" w:rsidR="00E909D6" w:rsidRPr="00CA568A" w:rsidRDefault="00E909D6" w:rsidP="00F56688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ZA" w:eastAsia="en-ZA"/>
              </w:rPr>
            </w:pPr>
          </w:p>
        </w:tc>
      </w:tr>
      <w:tr w:rsidR="00470874" w:rsidRPr="00CA568A" w14:paraId="2EA53336" w14:textId="77777777" w:rsidTr="008E0666">
        <w:trPr>
          <w:trHeight w:val="27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F502D" w14:textId="77777777" w:rsidR="00470874" w:rsidRDefault="00470874" w:rsidP="00F56688">
            <w:pPr>
              <w:spacing w:after="0"/>
              <w:rPr>
                <w:rFonts w:ascii="Segoe UI" w:hAnsi="Segoe UI" w:cs="Segoe UI"/>
                <w:b/>
                <w:sz w:val="20"/>
                <w:szCs w:val="20"/>
                <w:lang w:val="en-ZA" w:eastAsia="en-ZA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en-ZA" w:eastAsia="en-ZA"/>
              </w:rPr>
              <w:t>8</w:t>
            </w:r>
          </w:p>
        </w:tc>
        <w:tc>
          <w:tcPr>
            <w:tcW w:w="6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38ABE" w14:textId="6CD8CD5E" w:rsidR="00470874" w:rsidRPr="008E0666" w:rsidRDefault="00470874" w:rsidP="008E0666">
            <w:pPr>
              <w:spacing w:after="0" w:line="240" w:lineRule="auto"/>
              <w:ind w:left="170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E5DF0" w14:textId="13BA4AEB" w:rsidR="00470874" w:rsidRPr="0091710F" w:rsidRDefault="00470874" w:rsidP="00F56688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67B88" w14:textId="324ECA79" w:rsidR="00470874" w:rsidRPr="0091710F" w:rsidRDefault="00470874" w:rsidP="00F56688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DE4DB" w14:textId="0ECB8F8D" w:rsidR="00470874" w:rsidRPr="0091710F" w:rsidRDefault="00470874" w:rsidP="00F56688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D14DDF" w14:textId="77777777" w:rsidR="00470874" w:rsidRPr="00CA568A" w:rsidRDefault="00470874" w:rsidP="00F56688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ZA" w:eastAsia="en-ZA"/>
              </w:rPr>
            </w:pPr>
          </w:p>
        </w:tc>
      </w:tr>
      <w:tr w:rsidR="00470874" w:rsidRPr="00CA568A" w14:paraId="5FE29B35" w14:textId="77777777" w:rsidTr="008E0666">
        <w:trPr>
          <w:trHeight w:val="27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A783C" w14:textId="77777777" w:rsidR="00470874" w:rsidRDefault="00470874" w:rsidP="00F56688">
            <w:pPr>
              <w:spacing w:after="0"/>
              <w:rPr>
                <w:rFonts w:ascii="Segoe UI" w:hAnsi="Segoe UI" w:cs="Segoe UI"/>
                <w:b/>
                <w:sz w:val="20"/>
                <w:szCs w:val="20"/>
                <w:lang w:val="en-ZA" w:eastAsia="en-ZA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en-ZA" w:eastAsia="en-ZA"/>
              </w:rPr>
              <w:t>9</w:t>
            </w:r>
          </w:p>
        </w:tc>
        <w:tc>
          <w:tcPr>
            <w:tcW w:w="6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35291" w14:textId="7066D520" w:rsidR="00470874" w:rsidRPr="008E0666" w:rsidRDefault="00470874" w:rsidP="008E0666">
            <w:pPr>
              <w:spacing w:after="0" w:line="240" w:lineRule="auto"/>
              <w:ind w:left="170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34411" w14:textId="721D7D8F" w:rsidR="00470874" w:rsidRPr="0091710F" w:rsidRDefault="00470874" w:rsidP="00F56688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70D48" w14:textId="544B9199" w:rsidR="00470874" w:rsidRPr="0091710F" w:rsidRDefault="00470874" w:rsidP="00F56688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5331D" w14:textId="77777777" w:rsidR="00470874" w:rsidRPr="0091710F" w:rsidRDefault="00470874" w:rsidP="00F56688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F69C9B" w14:textId="77777777" w:rsidR="00470874" w:rsidRPr="00CA568A" w:rsidRDefault="00470874" w:rsidP="00F56688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ZA" w:eastAsia="en-ZA"/>
              </w:rPr>
            </w:pPr>
          </w:p>
        </w:tc>
      </w:tr>
      <w:tr w:rsidR="00851E25" w:rsidRPr="00CA568A" w14:paraId="67C5F0DA" w14:textId="77777777" w:rsidTr="008E0666">
        <w:trPr>
          <w:trHeight w:val="27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9233D" w14:textId="77777777" w:rsidR="00851E25" w:rsidRDefault="00851E25" w:rsidP="00F56688">
            <w:pPr>
              <w:spacing w:after="0"/>
              <w:rPr>
                <w:rFonts w:ascii="Segoe UI" w:hAnsi="Segoe UI" w:cs="Segoe UI"/>
                <w:b/>
                <w:sz w:val="20"/>
                <w:szCs w:val="20"/>
                <w:lang w:val="en-ZA" w:eastAsia="en-ZA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en-ZA" w:eastAsia="en-ZA"/>
              </w:rPr>
              <w:t>10</w:t>
            </w:r>
          </w:p>
        </w:tc>
        <w:tc>
          <w:tcPr>
            <w:tcW w:w="6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98C9D" w14:textId="306151C2" w:rsidR="00851E25" w:rsidRPr="008E0666" w:rsidRDefault="00851E25" w:rsidP="008E0666">
            <w:pPr>
              <w:spacing w:after="0" w:line="240" w:lineRule="auto"/>
              <w:ind w:left="170"/>
              <w:rPr>
                <w:rFonts w:ascii="Arial" w:eastAsia="Times New Roman" w:hAnsi="Arial" w:cs="Arial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3B6CF" w14:textId="77777777" w:rsidR="00851E25" w:rsidRPr="0091710F" w:rsidRDefault="00851E25" w:rsidP="00F56688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8E74E" w14:textId="2B171A86" w:rsidR="00851E25" w:rsidRPr="0091710F" w:rsidRDefault="00851E25" w:rsidP="00F56688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5A76F" w14:textId="340B2855" w:rsidR="00851E25" w:rsidRPr="0091710F" w:rsidRDefault="00851E25" w:rsidP="00851E25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1521FF" w14:textId="77777777" w:rsidR="00851E25" w:rsidRPr="00CA568A" w:rsidRDefault="00851E25" w:rsidP="00F56688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ZA" w:eastAsia="en-ZA"/>
              </w:rPr>
            </w:pPr>
          </w:p>
        </w:tc>
      </w:tr>
      <w:tr w:rsidR="00851E25" w:rsidRPr="00CA568A" w14:paraId="35D2FBA0" w14:textId="77777777" w:rsidTr="008E0666">
        <w:trPr>
          <w:trHeight w:val="27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5C465" w14:textId="77777777" w:rsidR="00851E25" w:rsidRDefault="00851E25" w:rsidP="00F56688">
            <w:pPr>
              <w:spacing w:after="0"/>
              <w:rPr>
                <w:rFonts w:ascii="Segoe UI" w:hAnsi="Segoe UI" w:cs="Segoe UI"/>
                <w:b/>
                <w:sz w:val="20"/>
                <w:szCs w:val="20"/>
                <w:lang w:val="en-ZA" w:eastAsia="en-ZA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en-ZA" w:eastAsia="en-ZA"/>
              </w:rPr>
              <w:t>11</w:t>
            </w:r>
          </w:p>
        </w:tc>
        <w:tc>
          <w:tcPr>
            <w:tcW w:w="6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C316D" w14:textId="208A5978" w:rsidR="00851E25" w:rsidRPr="008E0666" w:rsidRDefault="00851E25" w:rsidP="008E0666">
            <w:pPr>
              <w:spacing w:after="0" w:line="240" w:lineRule="auto"/>
              <w:ind w:left="170"/>
              <w:rPr>
                <w:rFonts w:ascii="Arial" w:eastAsia="Times New Roman" w:hAnsi="Arial" w:cs="Arial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12186" w14:textId="77777777" w:rsidR="00851E25" w:rsidRPr="0091710F" w:rsidRDefault="00851E25" w:rsidP="00F5668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0067F" w14:textId="77777777" w:rsidR="00851E25" w:rsidRPr="0091710F" w:rsidRDefault="00851E25" w:rsidP="00F56688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5F081" w14:textId="77777777" w:rsidR="00851E25" w:rsidRPr="0091710F" w:rsidRDefault="00851E25" w:rsidP="00F56688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1871D0" w14:textId="77777777" w:rsidR="00851E25" w:rsidRPr="00CA568A" w:rsidRDefault="00851E25" w:rsidP="00F56688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ZA" w:eastAsia="en-ZA"/>
              </w:rPr>
            </w:pPr>
          </w:p>
        </w:tc>
      </w:tr>
      <w:tr w:rsidR="00DC5DC2" w:rsidRPr="00CA568A" w14:paraId="67C270C3" w14:textId="77777777" w:rsidTr="008E0666">
        <w:trPr>
          <w:trHeight w:val="27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FEB68" w14:textId="20369802" w:rsidR="00DC5DC2" w:rsidRDefault="008E0666" w:rsidP="00F56688">
            <w:pPr>
              <w:spacing w:after="0"/>
              <w:rPr>
                <w:rFonts w:ascii="Segoe UI" w:hAnsi="Segoe UI" w:cs="Segoe UI"/>
                <w:b/>
                <w:sz w:val="20"/>
                <w:szCs w:val="20"/>
                <w:lang w:val="en-ZA" w:eastAsia="en-ZA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en-ZA" w:eastAsia="en-ZA"/>
              </w:rPr>
              <w:t>12</w:t>
            </w:r>
          </w:p>
        </w:tc>
        <w:tc>
          <w:tcPr>
            <w:tcW w:w="6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6CE2C" w14:textId="3AC8F1A0" w:rsidR="00DC5DC2" w:rsidRPr="008E0666" w:rsidRDefault="00DC5DC2" w:rsidP="008E0666">
            <w:pPr>
              <w:spacing w:after="0" w:line="240" w:lineRule="auto"/>
              <w:ind w:left="170"/>
              <w:rPr>
                <w:rFonts w:ascii="Arial" w:eastAsia="Times New Roman" w:hAnsi="Arial" w:cs="Arial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03C36" w14:textId="7C82A38A" w:rsidR="00DC5DC2" w:rsidRPr="0091710F" w:rsidRDefault="00DC5DC2" w:rsidP="00F5668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2AF5E" w14:textId="749E6B2D" w:rsidR="00DC5DC2" w:rsidRPr="0091710F" w:rsidRDefault="00DC5DC2" w:rsidP="00F56688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E9B7E" w14:textId="77777777" w:rsidR="00DC5DC2" w:rsidRPr="0091710F" w:rsidRDefault="00DC5DC2" w:rsidP="00F56688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0FEB4A" w14:textId="77777777" w:rsidR="00DC5DC2" w:rsidRPr="00CA568A" w:rsidRDefault="00DC5DC2" w:rsidP="00F56688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ZA" w:eastAsia="en-ZA"/>
              </w:rPr>
            </w:pPr>
          </w:p>
        </w:tc>
      </w:tr>
      <w:tr w:rsidR="00851E25" w:rsidRPr="00CA568A" w14:paraId="38E19C5B" w14:textId="77777777" w:rsidTr="008E0666">
        <w:trPr>
          <w:trHeight w:val="27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CE4D9" w14:textId="5E0B32C0" w:rsidR="00851E25" w:rsidRDefault="00851E25" w:rsidP="00F56688">
            <w:pPr>
              <w:spacing w:after="0"/>
              <w:rPr>
                <w:rFonts w:ascii="Segoe UI" w:hAnsi="Segoe UI" w:cs="Segoe UI"/>
                <w:b/>
                <w:sz w:val="20"/>
                <w:szCs w:val="20"/>
                <w:lang w:val="en-ZA" w:eastAsia="en-ZA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en-ZA" w:eastAsia="en-ZA"/>
              </w:rPr>
              <w:t>1</w:t>
            </w:r>
            <w:r w:rsidR="008E0666">
              <w:rPr>
                <w:rFonts w:ascii="Segoe UI" w:hAnsi="Segoe UI" w:cs="Segoe UI"/>
                <w:b/>
                <w:sz w:val="20"/>
                <w:szCs w:val="20"/>
                <w:lang w:val="en-ZA" w:eastAsia="en-ZA"/>
              </w:rPr>
              <w:t>3</w:t>
            </w:r>
          </w:p>
        </w:tc>
        <w:tc>
          <w:tcPr>
            <w:tcW w:w="6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423E9" w14:textId="0850B16E" w:rsidR="00851E25" w:rsidRPr="008E0666" w:rsidRDefault="00851E25" w:rsidP="008E0666">
            <w:pPr>
              <w:spacing w:after="0" w:line="240" w:lineRule="auto"/>
              <w:ind w:left="170"/>
              <w:rPr>
                <w:rFonts w:ascii="Arial" w:eastAsia="Times New Roman" w:hAnsi="Arial" w:cs="Arial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DD576" w14:textId="77777777" w:rsidR="00851E25" w:rsidRPr="0091710F" w:rsidRDefault="00851E25" w:rsidP="00F5668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2E103" w14:textId="3D29D156" w:rsidR="00851E25" w:rsidRPr="0091710F" w:rsidRDefault="00851E25" w:rsidP="00F56688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F256E" w14:textId="49EA50C7" w:rsidR="00851E25" w:rsidRPr="0091710F" w:rsidRDefault="00851E25" w:rsidP="00F56688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FBB1D3" w14:textId="77777777" w:rsidR="00851E25" w:rsidRPr="00CA568A" w:rsidRDefault="00851E25" w:rsidP="00F56688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ZA" w:eastAsia="en-ZA"/>
              </w:rPr>
            </w:pPr>
          </w:p>
        </w:tc>
      </w:tr>
      <w:tr w:rsidR="00851E25" w:rsidRPr="00CA568A" w14:paraId="56730B1F" w14:textId="77777777" w:rsidTr="00DE3736">
        <w:trPr>
          <w:trHeight w:val="40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82B72" w14:textId="12595775" w:rsidR="00851E25" w:rsidRDefault="00851E25" w:rsidP="00F56688">
            <w:pPr>
              <w:spacing w:after="0"/>
              <w:rPr>
                <w:rFonts w:ascii="Segoe UI" w:hAnsi="Segoe UI" w:cs="Segoe UI"/>
                <w:b/>
                <w:sz w:val="20"/>
                <w:szCs w:val="20"/>
                <w:lang w:val="en-ZA" w:eastAsia="en-ZA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en-ZA" w:eastAsia="en-ZA"/>
              </w:rPr>
              <w:t>1</w:t>
            </w:r>
            <w:r w:rsidR="008E0666">
              <w:rPr>
                <w:rFonts w:ascii="Segoe UI" w:hAnsi="Segoe UI" w:cs="Segoe UI"/>
                <w:b/>
                <w:sz w:val="20"/>
                <w:szCs w:val="20"/>
                <w:lang w:val="en-ZA" w:eastAsia="en-ZA"/>
              </w:rPr>
              <w:t>4</w:t>
            </w:r>
          </w:p>
        </w:tc>
        <w:tc>
          <w:tcPr>
            <w:tcW w:w="6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78CD3" w14:textId="7326A9E1" w:rsidR="00851E25" w:rsidRPr="008E0666" w:rsidRDefault="00851E25" w:rsidP="008E0666">
            <w:pPr>
              <w:ind w:left="170"/>
              <w:rPr>
                <w:rFonts w:ascii="Arial" w:eastAsia="Times New Roman" w:hAnsi="Arial" w:cs="Arial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287BD" w14:textId="705B21A5" w:rsidR="00851E25" w:rsidRPr="0091710F" w:rsidRDefault="00851E25" w:rsidP="002C35A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E5F0F" w14:textId="77777777" w:rsidR="00851E25" w:rsidRPr="0091710F" w:rsidRDefault="00851E25" w:rsidP="00F56688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4E697" w14:textId="1AB36CA1" w:rsidR="00851E25" w:rsidRPr="0091710F" w:rsidRDefault="00851E25" w:rsidP="00851E25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5F05ED" w14:textId="77777777" w:rsidR="00851E25" w:rsidRPr="00CA568A" w:rsidRDefault="00851E25" w:rsidP="00F56688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ZA" w:eastAsia="en-ZA"/>
              </w:rPr>
            </w:pPr>
          </w:p>
        </w:tc>
      </w:tr>
      <w:tr w:rsidR="00851E25" w:rsidRPr="00CA568A" w14:paraId="3D9A4CDA" w14:textId="77777777" w:rsidTr="008E0666">
        <w:trPr>
          <w:trHeight w:val="27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E7CAE" w14:textId="4F1AEB00" w:rsidR="00851E25" w:rsidRDefault="008E0666" w:rsidP="00F56688">
            <w:pPr>
              <w:spacing w:after="0"/>
              <w:rPr>
                <w:rFonts w:ascii="Segoe UI" w:hAnsi="Segoe UI" w:cs="Segoe UI"/>
                <w:b/>
                <w:sz w:val="20"/>
                <w:szCs w:val="20"/>
                <w:lang w:val="en-ZA" w:eastAsia="en-ZA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en-ZA" w:eastAsia="en-ZA"/>
              </w:rPr>
              <w:t>15</w:t>
            </w:r>
          </w:p>
        </w:tc>
        <w:tc>
          <w:tcPr>
            <w:tcW w:w="6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1DF94" w14:textId="73623317" w:rsidR="00851E25" w:rsidRPr="008E0666" w:rsidRDefault="00851E25" w:rsidP="008E0666">
            <w:pPr>
              <w:spacing w:after="0" w:line="240" w:lineRule="auto"/>
              <w:ind w:left="170"/>
              <w:rPr>
                <w:rFonts w:ascii="Arial" w:eastAsia="Times New Roman" w:hAnsi="Arial" w:cs="Arial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AE55D" w14:textId="2D500F28" w:rsidR="00851E25" w:rsidRPr="0091710F" w:rsidRDefault="00851E25" w:rsidP="002C35A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E0E42" w14:textId="77777777" w:rsidR="00851E25" w:rsidRPr="0091710F" w:rsidRDefault="00851E25" w:rsidP="00F56688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5BBEA" w14:textId="77777777" w:rsidR="00851E25" w:rsidRPr="0091710F" w:rsidRDefault="00851E25" w:rsidP="00F56688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26D3DC" w14:textId="77777777" w:rsidR="00851E25" w:rsidRPr="00CA568A" w:rsidRDefault="00851E25" w:rsidP="00F56688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ZA" w:eastAsia="en-ZA"/>
              </w:rPr>
            </w:pPr>
          </w:p>
        </w:tc>
      </w:tr>
      <w:tr w:rsidR="00DC5DC2" w:rsidRPr="00CA568A" w14:paraId="5D7E6D76" w14:textId="77777777" w:rsidTr="008E0666">
        <w:trPr>
          <w:trHeight w:val="27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32E4B" w14:textId="3EDA4629" w:rsidR="00DC5DC2" w:rsidRDefault="008E0666" w:rsidP="00F56688">
            <w:pPr>
              <w:spacing w:after="0"/>
              <w:rPr>
                <w:rFonts w:ascii="Segoe UI" w:hAnsi="Segoe UI" w:cs="Segoe UI"/>
                <w:b/>
                <w:sz w:val="20"/>
                <w:szCs w:val="20"/>
                <w:lang w:val="en-ZA" w:eastAsia="en-ZA"/>
              </w:rPr>
            </w:pPr>
            <w:r>
              <w:rPr>
                <w:rFonts w:ascii="Segoe UI" w:hAnsi="Segoe UI" w:cs="Segoe UI"/>
                <w:b/>
                <w:sz w:val="20"/>
                <w:szCs w:val="20"/>
                <w:lang w:val="en-ZA" w:eastAsia="en-ZA"/>
              </w:rPr>
              <w:t>16</w:t>
            </w:r>
          </w:p>
        </w:tc>
        <w:tc>
          <w:tcPr>
            <w:tcW w:w="6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3F10D" w14:textId="0569D90B" w:rsidR="00DC5DC2" w:rsidRPr="008E0666" w:rsidRDefault="00DC5DC2" w:rsidP="008E0666">
            <w:pPr>
              <w:spacing w:after="0" w:line="240" w:lineRule="auto"/>
              <w:ind w:left="170"/>
              <w:rPr>
                <w:rFonts w:ascii="Arial" w:eastAsia="Times New Roman" w:hAnsi="Arial" w:cs="Arial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35896" w14:textId="194EF716" w:rsidR="00DC5DC2" w:rsidRPr="0091710F" w:rsidRDefault="00DC5DC2" w:rsidP="002C35A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A5CAB" w14:textId="77777777" w:rsidR="00DC5DC2" w:rsidRPr="0091710F" w:rsidRDefault="00DC5DC2" w:rsidP="00F56688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1CE5C" w14:textId="77777777" w:rsidR="00DC5DC2" w:rsidRPr="0091710F" w:rsidRDefault="00DC5DC2" w:rsidP="00F56688">
            <w:pPr>
              <w:spacing w:after="0" w:line="240" w:lineRule="auto"/>
              <w:rPr>
                <w:rFonts w:ascii="Segoe UI" w:eastAsia="Times New Roman" w:hAnsi="Segoe UI" w:cs="Segoe UI"/>
                <w:color w:val="FF0000"/>
                <w:sz w:val="20"/>
                <w:szCs w:val="20"/>
                <w:lang w:val="en-ZA" w:eastAsia="en-ZA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D668C8" w14:textId="77777777" w:rsidR="00DC5DC2" w:rsidRPr="00CA568A" w:rsidRDefault="00DC5DC2" w:rsidP="00F56688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val="en-ZA" w:eastAsia="en-ZA"/>
              </w:rPr>
            </w:pPr>
          </w:p>
        </w:tc>
      </w:tr>
      <w:tr w:rsidR="00FB49D8" w:rsidRPr="00F56688" w14:paraId="60522F28" w14:textId="77777777" w:rsidTr="00FB49D8">
        <w:trPr>
          <w:trHeight w:val="931"/>
        </w:trPr>
        <w:tc>
          <w:tcPr>
            <w:tcW w:w="152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4B6E44CC" w14:textId="77777777" w:rsidR="00FB49D8" w:rsidRPr="00FB49D8" w:rsidRDefault="00FB49D8" w:rsidP="00152DD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 w:themeColor="text1"/>
                <w:sz w:val="28"/>
                <w:szCs w:val="28"/>
                <w:u w:val="single"/>
                <w:lang w:val="en-ZA" w:eastAsia="en-ZA"/>
              </w:rPr>
            </w:pPr>
            <w:r w:rsidRPr="00FB49D8">
              <w:rPr>
                <w:rFonts w:ascii="Segoe UI" w:eastAsia="Times New Roman" w:hAnsi="Segoe UI" w:cs="Segoe UI"/>
                <w:b/>
                <w:bCs/>
                <w:color w:val="000000" w:themeColor="text1"/>
                <w:sz w:val="28"/>
                <w:szCs w:val="28"/>
                <w:u w:val="single"/>
                <w:lang w:val="en-ZA" w:eastAsia="en-ZA"/>
              </w:rPr>
              <w:t>END</w:t>
            </w:r>
          </w:p>
        </w:tc>
      </w:tr>
    </w:tbl>
    <w:p w14:paraId="4BE804B2" w14:textId="77777777" w:rsidR="00E1670C" w:rsidRDefault="00E1670C" w:rsidP="00C72FB3">
      <w:pPr>
        <w:rPr>
          <w:rFonts w:ascii="Arial Narrow" w:eastAsiaTheme="majorEastAsia" w:hAnsi="Arial Narrow" w:cstheme="majorBidi"/>
          <w:b/>
          <w:bCs/>
          <w:sz w:val="26"/>
          <w:szCs w:val="26"/>
        </w:rPr>
      </w:pPr>
    </w:p>
    <w:p w14:paraId="1F090179" w14:textId="77777777" w:rsidR="00844ECE" w:rsidRDefault="00844ECE" w:rsidP="00C72FB3">
      <w:pPr>
        <w:rPr>
          <w:rFonts w:ascii="Arial Narrow" w:eastAsiaTheme="majorEastAsia" w:hAnsi="Arial Narrow" w:cstheme="majorBidi"/>
          <w:b/>
          <w:bCs/>
          <w:sz w:val="26"/>
          <w:szCs w:val="26"/>
        </w:rPr>
      </w:pPr>
    </w:p>
    <w:p w14:paraId="378A4C82" w14:textId="77777777" w:rsidR="00844ECE" w:rsidRDefault="00844ECE" w:rsidP="00C72FB3">
      <w:pPr>
        <w:rPr>
          <w:rFonts w:ascii="Arial Narrow" w:eastAsiaTheme="majorEastAsia" w:hAnsi="Arial Narrow" w:cstheme="majorBidi"/>
          <w:b/>
          <w:bCs/>
          <w:sz w:val="26"/>
          <w:szCs w:val="26"/>
        </w:rPr>
      </w:pPr>
    </w:p>
    <w:p w14:paraId="4FA5F0FD" w14:textId="77777777" w:rsidR="00FB49D8" w:rsidRPr="00470874" w:rsidRDefault="00FB49D8" w:rsidP="00470874">
      <w:pPr>
        <w:rPr>
          <w:rFonts w:ascii="Arial Narrow" w:eastAsiaTheme="majorEastAsia" w:hAnsi="Arial Narrow" w:cstheme="majorBidi"/>
          <w:sz w:val="26"/>
          <w:szCs w:val="26"/>
        </w:rPr>
        <w:sectPr w:rsidR="00FB49D8" w:rsidRPr="00470874" w:rsidSect="00FB49D8">
          <w:pgSz w:w="16838" w:h="11906" w:orient="landscape" w:code="9"/>
          <w:pgMar w:top="720" w:right="720" w:bottom="720" w:left="720" w:header="720" w:footer="720" w:gutter="0"/>
          <w:pgNumType w:start="1"/>
          <w:cols w:space="720"/>
          <w:docGrid w:linePitch="360"/>
        </w:sectPr>
      </w:pPr>
    </w:p>
    <w:tbl>
      <w:tblPr>
        <w:tblW w:w="1049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8222"/>
      </w:tblGrid>
      <w:tr w:rsidR="00844ECE" w:rsidRPr="00CA568A" w14:paraId="2480F655" w14:textId="77777777" w:rsidTr="00FB49D8">
        <w:trPr>
          <w:trHeight w:val="425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C1B0AFA" w14:textId="77777777" w:rsidR="00844ECE" w:rsidRPr="00CA568A" w:rsidRDefault="00C341D6" w:rsidP="00421F05">
            <w:pPr>
              <w:pStyle w:val="NoSpacing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lastRenderedPageBreak/>
              <w:t>ABBREVIATIONS</w:t>
            </w:r>
            <w:r w:rsidR="00844ECE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&amp; DEFINITIONS</w:t>
            </w:r>
          </w:p>
        </w:tc>
      </w:tr>
      <w:tr w:rsidR="00844ECE" w:rsidRPr="00CA568A" w14:paraId="592C5AD6" w14:textId="77777777" w:rsidTr="00C341D6">
        <w:trPr>
          <w:trHeight w:val="42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276E8BC" w14:textId="77777777" w:rsidR="00844ECE" w:rsidRDefault="00C341D6" w:rsidP="00844ECE">
            <w:pPr>
              <w:pStyle w:val="NoSpacing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ABBREVIATION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6CB1D36" w14:textId="77777777" w:rsidR="00844ECE" w:rsidRDefault="00844ECE" w:rsidP="00844ECE">
            <w:pPr>
              <w:pStyle w:val="NoSpacing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DEFINITION</w:t>
            </w:r>
          </w:p>
        </w:tc>
      </w:tr>
      <w:tr w:rsidR="00844ECE" w:rsidRPr="00CA568A" w14:paraId="0CCACEC1" w14:textId="77777777" w:rsidTr="00C341D6">
        <w:trPr>
          <w:trHeight w:val="26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A5B9C2" w14:textId="77777777" w:rsidR="00844ECE" w:rsidRPr="00CA568A" w:rsidRDefault="00844ECE" w:rsidP="00700DEE">
            <w:pPr>
              <w:spacing w:after="0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FE2D" w14:textId="77777777" w:rsidR="00844ECE" w:rsidRPr="00CA568A" w:rsidRDefault="00844ECE" w:rsidP="00700DEE">
            <w:pPr>
              <w:spacing w:after="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44ECE" w:rsidRPr="00CA568A" w14:paraId="4DE088C4" w14:textId="77777777" w:rsidTr="00C341D6">
        <w:trPr>
          <w:trHeight w:val="24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6A83C0" w14:textId="77777777" w:rsidR="00844ECE" w:rsidRPr="00CA568A" w:rsidRDefault="00844ECE" w:rsidP="00700DEE">
            <w:pPr>
              <w:spacing w:after="0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3B16" w14:textId="77777777" w:rsidR="00844ECE" w:rsidRPr="00CA568A" w:rsidRDefault="00844ECE" w:rsidP="00700DEE">
            <w:pPr>
              <w:spacing w:after="0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877E35" w:rsidRPr="00CA568A" w14:paraId="64671B1D" w14:textId="77777777" w:rsidTr="00C341D6">
        <w:trPr>
          <w:trHeight w:val="24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EBB5DF" w14:textId="77777777" w:rsidR="00877E35" w:rsidRPr="00CA568A" w:rsidRDefault="00877E35" w:rsidP="00700DEE">
            <w:pPr>
              <w:spacing w:after="0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10B8" w14:textId="77777777" w:rsidR="00877E35" w:rsidRPr="00CA568A" w:rsidRDefault="00877E35" w:rsidP="00700DEE">
            <w:pPr>
              <w:spacing w:after="0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14:paraId="6288112F" w14:textId="77777777" w:rsidR="00844ECE" w:rsidRDefault="00844ECE" w:rsidP="00C72FB3">
      <w:pPr>
        <w:rPr>
          <w:rFonts w:ascii="Arial Narrow" w:eastAsiaTheme="majorEastAsia" w:hAnsi="Arial Narrow" w:cstheme="majorBidi"/>
          <w:b/>
          <w:bCs/>
          <w:sz w:val="26"/>
          <w:szCs w:val="26"/>
        </w:rPr>
      </w:pPr>
    </w:p>
    <w:p w14:paraId="19081643" w14:textId="77777777" w:rsidR="00811025" w:rsidRPr="00CA568A" w:rsidRDefault="00811025" w:rsidP="00811025">
      <w:pPr>
        <w:keepLines/>
        <w:spacing w:after="0" w:line="240" w:lineRule="auto"/>
        <w:rPr>
          <w:rFonts w:ascii="Segoe UI" w:eastAsia="Times New Roman" w:hAnsi="Segoe UI" w:cs="Segoe UI"/>
          <w:b/>
          <w:sz w:val="20"/>
          <w:szCs w:val="20"/>
          <w:lang w:val="en-ZA"/>
        </w:rPr>
      </w:pPr>
    </w:p>
    <w:p w14:paraId="664AC82D" w14:textId="77777777" w:rsidR="00811025" w:rsidRPr="00CA568A" w:rsidRDefault="00811025" w:rsidP="00811025">
      <w:pPr>
        <w:keepLines/>
        <w:spacing w:after="0" w:line="240" w:lineRule="auto"/>
        <w:rPr>
          <w:rFonts w:ascii="Segoe UI" w:eastAsia="Times New Roman" w:hAnsi="Segoe UI" w:cs="Segoe UI"/>
          <w:b/>
          <w:sz w:val="20"/>
          <w:szCs w:val="20"/>
          <w:lang w:val="en-ZA"/>
        </w:rPr>
      </w:pPr>
    </w:p>
    <w:tbl>
      <w:tblPr>
        <w:tblW w:w="10490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8222"/>
      </w:tblGrid>
      <w:tr w:rsidR="00811025" w:rsidRPr="00811025" w14:paraId="1C7C90EF" w14:textId="77777777" w:rsidTr="00811025">
        <w:trPr>
          <w:trHeight w:val="405"/>
          <w:tblHeader/>
        </w:trPr>
        <w:tc>
          <w:tcPr>
            <w:tcW w:w="10490" w:type="dxa"/>
            <w:gridSpan w:val="2"/>
            <w:tcBorders>
              <w:bottom w:val="single" w:sz="4" w:space="0" w:color="auto"/>
            </w:tcBorders>
            <w:shd w:val="clear" w:color="auto" w:fill="17365D" w:themeFill="text2" w:themeFillShade="BF"/>
            <w:vAlign w:val="center"/>
          </w:tcPr>
          <w:p w14:paraId="5DEE5D42" w14:textId="77777777" w:rsidR="00811025" w:rsidRPr="00811025" w:rsidRDefault="00811025" w:rsidP="00FB49D8">
            <w:pPr>
              <w:pStyle w:val="NoSpacing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811025">
              <w:rPr>
                <w:rFonts w:ascii="Segoe UI" w:hAnsi="Segoe UI" w:cs="Segoe UI"/>
                <w:b/>
                <w:bCs/>
                <w:sz w:val="20"/>
                <w:szCs w:val="20"/>
              </w:rPr>
              <w:t>REFERENCES</w:t>
            </w:r>
            <w:r w:rsidR="00C341D6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11025" w:rsidRPr="000D319A" w14:paraId="5570710E" w14:textId="77777777" w:rsidTr="00F56688">
        <w:trPr>
          <w:trHeight w:val="425"/>
          <w:tblHeader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71D0E023" w14:textId="77777777" w:rsidR="000D319A" w:rsidRPr="000D319A" w:rsidRDefault="00811025" w:rsidP="000D319A">
            <w:pPr>
              <w:pStyle w:val="NoSpacing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0D319A">
              <w:rPr>
                <w:rFonts w:ascii="Segoe UI" w:hAnsi="Segoe UI" w:cs="Segoe UI"/>
                <w:b/>
                <w:bCs/>
                <w:sz w:val="20"/>
                <w:szCs w:val="20"/>
              </w:rPr>
              <w:t>TYPE OF REFERENCE</w:t>
            </w:r>
          </w:p>
        </w:tc>
        <w:tc>
          <w:tcPr>
            <w:tcW w:w="8222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75338B35" w14:textId="77777777" w:rsidR="00811025" w:rsidRPr="000D319A" w:rsidRDefault="00811025" w:rsidP="000D319A">
            <w:pPr>
              <w:pStyle w:val="NoSpacing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0D319A">
              <w:rPr>
                <w:rFonts w:ascii="Segoe UI" w:hAnsi="Segoe UI" w:cs="Segoe UI"/>
                <w:b/>
                <w:bCs/>
                <w:sz w:val="20"/>
                <w:szCs w:val="20"/>
              </w:rPr>
              <w:t>REFERENCE</w:t>
            </w:r>
          </w:p>
        </w:tc>
      </w:tr>
      <w:tr w:rsidR="00811025" w:rsidRPr="00CA568A" w14:paraId="0E52C167" w14:textId="77777777" w:rsidTr="000D319A">
        <w:trPr>
          <w:trHeight w:val="19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AE0937" w14:textId="77777777" w:rsidR="00811025" w:rsidRPr="0074769F" w:rsidRDefault="000D319A" w:rsidP="00811025">
            <w:pPr>
              <w:keepLines/>
              <w:spacing w:after="0" w:line="240" w:lineRule="auto"/>
              <w:rPr>
                <w:rFonts w:ascii="Segoe UI" w:eastAsia="Times New Roman" w:hAnsi="Segoe UI" w:cs="Segoe UI"/>
                <w:bCs/>
                <w:sz w:val="20"/>
                <w:szCs w:val="20"/>
                <w:lang w:val="en-ZA"/>
              </w:rPr>
            </w:pPr>
            <w:r>
              <w:rPr>
                <w:rFonts w:ascii="Segoe UI" w:eastAsia="Times New Roman" w:hAnsi="Segoe UI" w:cs="Segoe UI"/>
                <w:bCs/>
                <w:i/>
                <w:iCs/>
                <w:sz w:val="16"/>
                <w:szCs w:val="16"/>
                <w:lang w:val="en-ZA"/>
              </w:rPr>
              <w:t>*</w:t>
            </w:r>
            <w:r w:rsidRPr="000D319A">
              <w:rPr>
                <w:rFonts w:ascii="Segoe UI" w:eastAsia="Times New Roman" w:hAnsi="Segoe UI" w:cs="Segoe UI"/>
                <w:bCs/>
                <w:i/>
                <w:iCs/>
                <w:sz w:val="16"/>
                <w:szCs w:val="16"/>
                <w:lang w:val="en-ZA"/>
              </w:rPr>
              <w:t>TYPE OF REFERENCE (e.g. relevant legislation, policies, documents, manuals and handbook systems)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A468BC" w14:textId="77777777" w:rsidR="00811025" w:rsidRPr="00CA568A" w:rsidRDefault="00811025" w:rsidP="00811025">
            <w:pPr>
              <w:keepLines/>
              <w:spacing w:after="0" w:line="240" w:lineRule="auto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</w:tc>
      </w:tr>
      <w:tr w:rsidR="00811025" w:rsidRPr="00CA568A" w14:paraId="290257D1" w14:textId="77777777" w:rsidTr="00FB49D8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D23C60" w14:textId="77777777" w:rsidR="00811025" w:rsidRPr="00210B40" w:rsidRDefault="00811025" w:rsidP="00811025">
            <w:pPr>
              <w:keepLines/>
              <w:spacing w:after="0" w:line="240" w:lineRule="auto"/>
              <w:rPr>
                <w:rFonts w:ascii="Segoe UI" w:eastAsia="Times New Roman" w:hAnsi="Segoe UI" w:cs="Segoe UI"/>
                <w:bCs/>
                <w:sz w:val="20"/>
                <w:szCs w:val="20"/>
                <w:lang w:val="en-ZA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2EBF0" w14:textId="77777777" w:rsidR="00811025" w:rsidRPr="00CA568A" w:rsidRDefault="00811025" w:rsidP="00811025">
            <w:pPr>
              <w:keepLines/>
              <w:spacing w:after="0" w:line="240" w:lineRule="auto"/>
              <w:rPr>
                <w:rFonts w:ascii="Segoe UI" w:eastAsia="Times New Roman" w:hAnsi="Segoe UI" w:cs="Segoe UI"/>
                <w:b/>
                <w:sz w:val="20"/>
                <w:szCs w:val="20"/>
                <w:lang w:val="en-ZA"/>
              </w:rPr>
            </w:pPr>
          </w:p>
        </w:tc>
      </w:tr>
      <w:tr w:rsidR="00811025" w:rsidRPr="00CA568A" w14:paraId="7659D32F" w14:textId="77777777" w:rsidTr="00FB49D8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EFA9B1" w14:textId="77777777" w:rsidR="00811025" w:rsidRPr="00CA568A" w:rsidRDefault="00811025" w:rsidP="00811025">
            <w:pPr>
              <w:keepLines/>
              <w:spacing w:after="0" w:line="240" w:lineRule="auto"/>
              <w:rPr>
                <w:rFonts w:ascii="Segoe UI" w:eastAsia="Times New Roman" w:hAnsi="Segoe UI" w:cs="Segoe UI"/>
                <w:b/>
                <w:sz w:val="20"/>
                <w:szCs w:val="20"/>
                <w:lang w:val="en-ZA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DD10D" w14:textId="77777777" w:rsidR="00811025" w:rsidRPr="00CA568A" w:rsidRDefault="00811025" w:rsidP="00811025">
            <w:pPr>
              <w:keepLines/>
              <w:spacing w:after="0" w:line="240" w:lineRule="auto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</w:tc>
      </w:tr>
      <w:tr w:rsidR="00811025" w:rsidRPr="00CA568A" w14:paraId="588980D5" w14:textId="77777777" w:rsidTr="00FB49D8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07AEC1" w14:textId="77777777" w:rsidR="00811025" w:rsidRPr="00CA568A" w:rsidRDefault="00811025" w:rsidP="00811025">
            <w:pPr>
              <w:keepLines/>
              <w:spacing w:after="0" w:line="240" w:lineRule="auto"/>
              <w:rPr>
                <w:rFonts w:ascii="Segoe UI" w:eastAsia="Times New Roman" w:hAnsi="Segoe UI" w:cs="Segoe UI"/>
                <w:b/>
                <w:sz w:val="20"/>
                <w:szCs w:val="20"/>
                <w:lang w:val="en-ZA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8058C" w14:textId="77777777" w:rsidR="00811025" w:rsidRPr="00CA568A" w:rsidRDefault="00811025" w:rsidP="00811025">
            <w:pPr>
              <w:keepLines/>
              <w:spacing w:after="0" w:line="240" w:lineRule="auto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</w:tc>
      </w:tr>
    </w:tbl>
    <w:p w14:paraId="2E205554" w14:textId="77777777" w:rsidR="00700DEE" w:rsidRPr="000D319A" w:rsidRDefault="00700DEE" w:rsidP="000D319A">
      <w:pPr>
        <w:rPr>
          <w:rFonts w:ascii="Arial Narrow" w:eastAsiaTheme="majorEastAsia" w:hAnsi="Arial Narrow" w:cstheme="majorBidi"/>
          <w:bCs/>
          <w:i/>
          <w:iCs/>
          <w:sz w:val="16"/>
          <w:szCs w:val="16"/>
        </w:rPr>
      </w:pPr>
    </w:p>
    <w:sectPr w:rsidR="00700DEE" w:rsidRPr="000D319A" w:rsidSect="00844ECE">
      <w:pgSz w:w="11906" w:h="16838" w:code="9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0B6046" w14:textId="77777777" w:rsidR="00DC0202" w:rsidRDefault="00DC0202">
      <w:pPr>
        <w:spacing w:after="0" w:line="240" w:lineRule="auto"/>
      </w:pPr>
      <w:r>
        <w:separator/>
      </w:r>
    </w:p>
  </w:endnote>
  <w:endnote w:type="continuationSeparator" w:id="0">
    <w:p w14:paraId="37A0B6E1" w14:textId="77777777" w:rsidR="00DC0202" w:rsidRDefault="00DC0202">
      <w:pPr>
        <w:spacing w:after="0" w:line="240" w:lineRule="auto"/>
      </w:pPr>
      <w:r>
        <w:continuationSeparator/>
      </w:r>
    </w:p>
  </w:endnote>
  <w:endnote w:type="continuationNotice" w:id="1">
    <w:p w14:paraId="0179D9F1" w14:textId="77777777" w:rsidR="00DC0202" w:rsidRDefault="00DC02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1985"/>
      <w:gridCol w:w="4370"/>
    </w:tblGrid>
    <w:tr w:rsidR="00421F05" w:rsidRPr="00FE7068" w14:paraId="1C766FE0" w14:textId="77777777" w:rsidTr="00A42C8B">
      <w:tc>
        <w:tcPr>
          <w:tcW w:w="4111" w:type="dxa"/>
        </w:tcPr>
        <w:p w14:paraId="7B8FA04A" w14:textId="2217578E" w:rsidR="00421F05" w:rsidRPr="00FE7068" w:rsidRDefault="00421F05" w:rsidP="009F49CC">
          <w:pPr>
            <w:pStyle w:val="Footer"/>
            <w:rPr>
              <w:rFonts w:ascii="Segoe UI" w:hAnsi="Segoe UI" w:cs="Segoe UI"/>
              <w:sz w:val="16"/>
              <w:szCs w:val="16"/>
            </w:rPr>
          </w:pPr>
          <w:r w:rsidRPr="00FE7068">
            <w:rPr>
              <w:rFonts w:ascii="Segoe UI" w:hAnsi="Segoe UI" w:cs="Segoe UI"/>
              <w:color w:val="7F7F7F" w:themeColor="background1" w:themeShade="7F"/>
              <w:spacing w:val="60"/>
              <w:sz w:val="16"/>
              <w:szCs w:val="16"/>
            </w:rPr>
            <w:t>Page</w:t>
          </w:r>
          <w:r w:rsidRPr="00FE7068">
            <w:rPr>
              <w:rFonts w:ascii="Segoe UI" w:hAnsi="Segoe UI" w:cs="Segoe UI"/>
              <w:sz w:val="16"/>
              <w:szCs w:val="16"/>
            </w:rPr>
            <w:t xml:space="preserve"> | </w:t>
          </w:r>
          <w:r w:rsidRPr="00FE7068">
            <w:rPr>
              <w:rFonts w:ascii="Segoe UI" w:hAnsi="Segoe UI" w:cs="Segoe UI"/>
              <w:sz w:val="16"/>
              <w:szCs w:val="16"/>
            </w:rPr>
            <w:fldChar w:fldCharType="begin"/>
          </w:r>
          <w:r w:rsidRPr="00FE7068">
            <w:rPr>
              <w:rFonts w:ascii="Segoe UI" w:hAnsi="Segoe UI" w:cs="Segoe UI"/>
              <w:sz w:val="16"/>
              <w:szCs w:val="16"/>
            </w:rPr>
            <w:instrText xml:space="preserve"> PAGE   \* MERGEFORMAT </w:instrText>
          </w:r>
          <w:r w:rsidRPr="00FE7068">
            <w:rPr>
              <w:rFonts w:ascii="Segoe UI" w:hAnsi="Segoe UI" w:cs="Segoe UI"/>
              <w:sz w:val="16"/>
              <w:szCs w:val="16"/>
            </w:rPr>
            <w:fldChar w:fldCharType="separate"/>
          </w:r>
          <w:r w:rsidR="00804027" w:rsidRPr="00804027">
            <w:rPr>
              <w:rFonts w:ascii="Segoe UI" w:hAnsi="Segoe UI" w:cs="Segoe UI"/>
              <w:b/>
              <w:bCs/>
              <w:noProof/>
              <w:sz w:val="16"/>
              <w:szCs w:val="16"/>
            </w:rPr>
            <w:t>2</w:t>
          </w:r>
          <w:r w:rsidRPr="00FE7068">
            <w:rPr>
              <w:rFonts w:ascii="Segoe UI" w:hAnsi="Segoe UI" w:cs="Segoe UI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1985" w:type="dxa"/>
        </w:tcPr>
        <w:p w14:paraId="50053A28" w14:textId="77777777" w:rsidR="00421F05" w:rsidRPr="00FE7068" w:rsidRDefault="00421F05" w:rsidP="00FE7068">
          <w:pPr>
            <w:pStyle w:val="Footer"/>
            <w:jc w:val="center"/>
            <w:rPr>
              <w:rFonts w:ascii="Segoe UI" w:hAnsi="Segoe UI" w:cs="Segoe UI"/>
              <w:sz w:val="16"/>
              <w:szCs w:val="16"/>
            </w:rPr>
          </w:pPr>
          <w:r w:rsidRPr="00FE7068">
            <w:rPr>
              <w:rFonts w:ascii="Segoe UI" w:hAnsi="Segoe UI" w:cs="Segoe UI"/>
              <w:noProof/>
              <w:sz w:val="16"/>
              <w:szCs w:val="16"/>
              <w:lang w:val="en-ZA" w:eastAsia="en-ZA"/>
            </w:rPr>
            <w:drawing>
              <wp:inline distT="0" distB="0" distL="0" distR="0" wp14:anchorId="51207E5B" wp14:editId="07858C54">
                <wp:extent cx="827171" cy="628650"/>
                <wp:effectExtent l="0" t="0" r="0" b="0"/>
                <wp:docPr id="26" name="Picture 26" descr="Coat of Arm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oat of Arm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2229" cy="6324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70" w:type="dxa"/>
          <w:vAlign w:val="bottom"/>
        </w:tcPr>
        <w:p w14:paraId="7394F35C" w14:textId="77777777" w:rsidR="00421F05" w:rsidRPr="00FE7068" w:rsidRDefault="00421F05" w:rsidP="00FE7068">
          <w:pPr>
            <w:pStyle w:val="Footer"/>
            <w:jc w:val="right"/>
            <w:rPr>
              <w:rFonts w:ascii="Segoe UI" w:hAnsi="Segoe UI" w:cs="Segoe UI"/>
              <w:b/>
              <w:bCs/>
              <w:color w:val="000000" w:themeColor="text1"/>
              <w:sz w:val="16"/>
              <w:szCs w:val="16"/>
              <w:shd w:val="clear" w:color="auto" w:fill="FFFFFF"/>
            </w:rPr>
          </w:pPr>
          <w:r w:rsidRPr="00FE7068">
            <w:rPr>
              <w:rFonts w:ascii="Segoe UI" w:hAnsi="Segoe UI" w:cs="Segoe UI"/>
              <w:b/>
              <w:bCs/>
              <w:color w:val="000000" w:themeColor="text1"/>
              <w:sz w:val="16"/>
              <w:szCs w:val="16"/>
              <w:shd w:val="clear" w:color="auto" w:fill="FFFFFF"/>
            </w:rPr>
            <w:t>Eastern Cape Department of Education</w:t>
          </w:r>
        </w:p>
        <w:p w14:paraId="344900AA" w14:textId="77777777" w:rsidR="00421F05" w:rsidRPr="00FE7068" w:rsidRDefault="00421F05" w:rsidP="00FE7068">
          <w:pPr>
            <w:pStyle w:val="Footer"/>
            <w:jc w:val="right"/>
            <w:rPr>
              <w:rFonts w:ascii="Segoe UI" w:hAnsi="Segoe UI" w:cs="Segoe UI"/>
              <w:b/>
              <w:bCs/>
              <w:color w:val="000000" w:themeColor="text1"/>
              <w:sz w:val="16"/>
              <w:szCs w:val="16"/>
              <w:shd w:val="clear" w:color="auto" w:fill="FFFFFF"/>
            </w:rPr>
          </w:pPr>
        </w:p>
        <w:p w14:paraId="6FAB577E" w14:textId="77777777" w:rsidR="00421F05" w:rsidRPr="00FE7068" w:rsidRDefault="00421F05" w:rsidP="00FE7068">
          <w:pPr>
            <w:pStyle w:val="Footer"/>
            <w:jc w:val="right"/>
            <w:rPr>
              <w:rFonts w:ascii="Segoe UI" w:hAnsi="Segoe UI" w:cs="Segoe UI"/>
              <w:color w:val="000000" w:themeColor="text1"/>
              <w:sz w:val="16"/>
              <w:szCs w:val="16"/>
              <w:shd w:val="clear" w:color="auto" w:fill="FFFFFF"/>
            </w:rPr>
          </w:pPr>
          <w:r w:rsidRPr="00FE7068">
            <w:rPr>
              <w:rFonts w:ascii="Segoe UI" w:hAnsi="Segoe UI" w:cs="Segoe UI"/>
              <w:color w:val="000000" w:themeColor="text1"/>
              <w:sz w:val="16"/>
              <w:szCs w:val="16"/>
              <w:shd w:val="clear" w:color="auto" w:fill="FFFFFF"/>
            </w:rPr>
            <w:t xml:space="preserve">Steve </w:t>
          </w:r>
          <w:proofErr w:type="spellStart"/>
          <w:r w:rsidRPr="00FE7068">
            <w:rPr>
              <w:rFonts w:ascii="Segoe UI" w:hAnsi="Segoe UI" w:cs="Segoe UI"/>
              <w:color w:val="000000" w:themeColor="text1"/>
              <w:sz w:val="16"/>
              <w:szCs w:val="16"/>
              <w:shd w:val="clear" w:color="auto" w:fill="FFFFFF"/>
            </w:rPr>
            <w:t>Vukile</w:t>
          </w:r>
          <w:proofErr w:type="spellEnd"/>
          <w:r w:rsidRPr="00FE7068">
            <w:rPr>
              <w:rFonts w:ascii="Segoe UI" w:hAnsi="Segoe UI" w:cs="Segoe UI"/>
              <w:color w:val="000000" w:themeColor="text1"/>
              <w:sz w:val="16"/>
              <w:szCs w:val="16"/>
              <w:shd w:val="clear" w:color="auto" w:fill="FFFFFF"/>
            </w:rPr>
            <w:t xml:space="preserve"> </w:t>
          </w:r>
          <w:proofErr w:type="spellStart"/>
          <w:r w:rsidRPr="00FE7068">
            <w:rPr>
              <w:rFonts w:ascii="Segoe UI" w:hAnsi="Segoe UI" w:cs="Segoe UI"/>
              <w:color w:val="000000" w:themeColor="text1"/>
              <w:sz w:val="16"/>
              <w:szCs w:val="16"/>
              <w:shd w:val="clear" w:color="auto" w:fill="FFFFFF"/>
            </w:rPr>
            <w:t>Tshwete</w:t>
          </w:r>
          <w:proofErr w:type="spellEnd"/>
          <w:r w:rsidRPr="00FE7068">
            <w:rPr>
              <w:rFonts w:ascii="Segoe UI" w:hAnsi="Segoe UI" w:cs="Segoe UI"/>
              <w:color w:val="000000" w:themeColor="text1"/>
              <w:sz w:val="16"/>
              <w:szCs w:val="16"/>
              <w:shd w:val="clear" w:color="auto" w:fill="FFFFFF"/>
            </w:rPr>
            <w:t xml:space="preserve"> Education Complex, Zone 6, Zwelitsha, 5608</w:t>
          </w:r>
        </w:p>
        <w:p w14:paraId="1B485F88" w14:textId="77777777" w:rsidR="00421F05" w:rsidRPr="00FE7068" w:rsidRDefault="00421F05" w:rsidP="00FE7068">
          <w:pPr>
            <w:pStyle w:val="Footer"/>
            <w:jc w:val="right"/>
            <w:rPr>
              <w:rFonts w:ascii="Segoe UI" w:hAnsi="Segoe UI" w:cs="Segoe UI"/>
              <w:color w:val="000000" w:themeColor="text1"/>
              <w:sz w:val="16"/>
              <w:szCs w:val="16"/>
              <w:shd w:val="clear" w:color="auto" w:fill="FFFFFF"/>
            </w:rPr>
          </w:pPr>
          <w:r w:rsidRPr="00FE7068">
            <w:rPr>
              <w:rFonts w:ascii="Segoe UI" w:hAnsi="Segoe UI" w:cs="Segoe UI"/>
              <w:color w:val="000000" w:themeColor="text1"/>
              <w:sz w:val="16"/>
              <w:szCs w:val="16"/>
              <w:shd w:val="clear" w:color="auto" w:fill="FFFFFF"/>
            </w:rPr>
            <w:t xml:space="preserve">Private Bag X0032, </w:t>
          </w:r>
          <w:proofErr w:type="spellStart"/>
          <w:r w:rsidRPr="00FE7068">
            <w:rPr>
              <w:rFonts w:ascii="Segoe UI" w:hAnsi="Segoe UI" w:cs="Segoe UI"/>
              <w:color w:val="000000" w:themeColor="text1"/>
              <w:sz w:val="16"/>
              <w:szCs w:val="16"/>
              <w:shd w:val="clear" w:color="auto" w:fill="FFFFFF"/>
            </w:rPr>
            <w:t>Bhisho</w:t>
          </w:r>
          <w:proofErr w:type="spellEnd"/>
          <w:r w:rsidRPr="00FE7068">
            <w:rPr>
              <w:rFonts w:ascii="Segoe UI" w:hAnsi="Segoe UI" w:cs="Segoe UI"/>
              <w:color w:val="000000" w:themeColor="text1"/>
              <w:sz w:val="16"/>
              <w:szCs w:val="16"/>
              <w:shd w:val="clear" w:color="auto" w:fill="FFFFFF"/>
            </w:rPr>
            <w:t>, 5605</w:t>
          </w:r>
        </w:p>
        <w:p w14:paraId="4285A778" w14:textId="77777777" w:rsidR="00421F05" w:rsidRPr="00FE7068" w:rsidRDefault="00421F05" w:rsidP="00FE7068">
          <w:pPr>
            <w:pStyle w:val="Footer"/>
            <w:jc w:val="right"/>
            <w:rPr>
              <w:rFonts w:ascii="Segoe UI" w:hAnsi="Segoe UI" w:cs="Segoe UI"/>
              <w:color w:val="000000" w:themeColor="text1"/>
              <w:sz w:val="16"/>
              <w:szCs w:val="16"/>
              <w:shd w:val="clear" w:color="auto" w:fill="FFFFFF"/>
            </w:rPr>
          </w:pPr>
          <w:r w:rsidRPr="00FE7068">
            <w:rPr>
              <w:rFonts w:ascii="Segoe UI" w:hAnsi="Segoe UI" w:cs="Segoe UI"/>
              <w:color w:val="000000" w:themeColor="text1"/>
              <w:sz w:val="16"/>
              <w:szCs w:val="16"/>
              <w:shd w:val="clear" w:color="auto" w:fill="FFFFFF"/>
            </w:rPr>
            <w:t>Eastern Cape, Republic of South Africa</w:t>
          </w:r>
        </w:p>
      </w:tc>
    </w:tr>
  </w:tbl>
  <w:p w14:paraId="06AEB095" w14:textId="77777777" w:rsidR="00421F05" w:rsidRDefault="00421F05">
    <w:pPr>
      <w:pStyle w:val="Footer"/>
    </w:pPr>
    <w:r>
      <w:rPr>
        <w:noProof/>
        <w:lang w:val="en-ZA" w:eastAsia="en-ZA"/>
      </w:rPr>
      <w:drawing>
        <wp:inline distT="0" distB="0" distL="0" distR="0" wp14:anchorId="478E6185" wp14:editId="6D319A45">
          <wp:extent cx="9777730" cy="53975"/>
          <wp:effectExtent l="0" t="0" r="0" b="3175"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777730" cy="53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36F360" w14:textId="77777777" w:rsidR="00DC0202" w:rsidRDefault="00DC0202">
      <w:pPr>
        <w:spacing w:after="0" w:line="240" w:lineRule="auto"/>
      </w:pPr>
      <w:r>
        <w:separator/>
      </w:r>
    </w:p>
  </w:footnote>
  <w:footnote w:type="continuationSeparator" w:id="0">
    <w:p w14:paraId="44E49A30" w14:textId="77777777" w:rsidR="00DC0202" w:rsidRDefault="00DC0202">
      <w:pPr>
        <w:spacing w:after="0" w:line="240" w:lineRule="auto"/>
      </w:pPr>
      <w:r>
        <w:continuationSeparator/>
      </w:r>
    </w:p>
  </w:footnote>
  <w:footnote w:type="continuationNotice" w:id="1">
    <w:p w14:paraId="2C19B685" w14:textId="77777777" w:rsidR="00DC0202" w:rsidRDefault="00DC02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69043" w14:textId="77777777" w:rsidR="00F56688" w:rsidRDefault="00421F05" w:rsidP="00C84580">
    <w:pPr>
      <w:pStyle w:val="Header"/>
      <w:jc w:val="center"/>
      <w:rPr>
        <w:rFonts w:ascii="Segoe UI" w:hAnsi="Segoe UI" w:cs="Segoe UI"/>
        <w:b/>
        <w:bCs/>
        <w:sz w:val="20"/>
        <w:szCs w:val="20"/>
        <w:lang w:val="en-ZA"/>
      </w:rPr>
    </w:pPr>
    <w:r>
      <w:rPr>
        <w:rFonts w:ascii="Segoe UI" w:hAnsi="Segoe UI" w:cs="Segoe UI"/>
        <w:b/>
        <w:bCs/>
        <w:sz w:val="20"/>
        <w:szCs w:val="20"/>
        <w:lang w:val="en-ZA"/>
      </w:rPr>
      <w:t>Standard Operating Procedur</w:t>
    </w:r>
    <w:r w:rsidR="00C84580">
      <w:rPr>
        <w:rFonts w:ascii="Segoe UI" w:hAnsi="Segoe UI" w:cs="Segoe UI"/>
        <w:b/>
        <w:bCs/>
        <w:sz w:val="20"/>
        <w:szCs w:val="20"/>
        <w:lang w:val="en-ZA"/>
      </w:rPr>
      <w:t>e</w:t>
    </w:r>
  </w:p>
  <w:p w14:paraId="1D69201A" w14:textId="77777777" w:rsidR="00C84580" w:rsidRPr="00C84580" w:rsidRDefault="00C84580" w:rsidP="00C84580">
    <w:pPr>
      <w:pStyle w:val="Header"/>
      <w:jc w:val="center"/>
      <w:rPr>
        <w:rFonts w:ascii="Segoe UI" w:hAnsi="Segoe UI" w:cs="Segoe UI"/>
        <w:b/>
        <w:bCs/>
        <w:sz w:val="20"/>
        <w:szCs w:val="20"/>
        <w:lang w:val="en-Z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11598"/>
    <w:multiLevelType w:val="hybridMultilevel"/>
    <w:tmpl w:val="F30CC0F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C51BB"/>
    <w:multiLevelType w:val="hybridMultilevel"/>
    <w:tmpl w:val="8818673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66CBA"/>
    <w:multiLevelType w:val="hybridMultilevel"/>
    <w:tmpl w:val="8234AE70"/>
    <w:lvl w:ilvl="0" w:tplc="1C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87A10"/>
    <w:multiLevelType w:val="hybridMultilevel"/>
    <w:tmpl w:val="190C4E9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D73D8"/>
    <w:multiLevelType w:val="hybridMultilevel"/>
    <w:tmpl w:val="01988BC2"/>
    <w:lvl w:ilvl="0" w:tplc="1C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A481ED3"/>
    <w:multiLevelType w:val="hybridMultilevel"/>
    <w:tmpl w:val="FB78F3D4"/>
    <w:lvl w:ilvl="0" w:tplc="1C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E730C5"/>
    <w:multiLevelType w:val="hybridMultilevel"/>
    <w:tmpl w:val="BB180DA6"/>
    <w:lvl w:ilvl="0" w:tplc="B2282F94">
      <w:start w:val="1"/>
      <w:numFmt w:val="lowerLetter"/>
      <w:lvlText w:val="%1)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64E5A6D"/>
    <w:multiLevelType w:val="hybridMultilevel"/>
    <w:tmpl w:val="9398B744"/>
    <w:lvl w:ilvl="0" w:tplc="1C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F3B"/>
    <w:rsid w:val="0000138E"/>
    <w:rsid w:val="00003234"/>
    <w:rsid w:val="00007689"/>
    <w:rsid w:val="000119F4"/>
    <w:rsid w:val="00013553"/>
    <w:rsid w:val="00020E16"/>
    <w:rsid w:val="00022F46"/>
    <w:rsid w:val="00030171"/>
    <w:rsid w:val="00035AC8"/>
    <w:rsid w:val="00042C71"/>
    <w:rsid w:val="00046466"/>
    <w:rsid w:val="0005457A"/>
    <w:rsid w:val="00056FAE"/>
    <w:rsid w:val="00057D1E"/>
    <w:rsid w:val="00060E05"/>
    <w:rsid w:val="000639D4"/>
    <w:rsid w:val="000640C0"/>
    <w:rsid w:val="0007013C"/>
    <w:rsid w:val="0007691F"/>
    <w:rsid w:val="00077C3B"/>
    <w:rsid w:val="00080A28"/>
    <w:rsid w:val="00093F52"/>
    <w:rsid w:val="000A381A"/>
    <w:rsid w:val="000A7687"/>
    <w:rsid w:val="000B270E"/>
    <w:rsid w:val="000B299D"/>
    <w:rsid w:val="000B3316"/>
    <w:rsid w:val="000B4277"/>
    <w:rsid w:val="000C1525"/>
    <w:rsid w:val="000C15B8"/>
    <w:rsid w:val="000C3EF8"/>
    <w:rsid w:val="000C72A7"/>
    <w:rsid w:val="000C7F5B"/>
    <w:rsid w:val="000C7FA3"/>
    <w:rsid w:val="000D0B18"/>
    <w:rsid w:val="000D0CF2"/>
    <w:rsid w:val="000D319A"/>
    <w:rsid w:val="000D3ED3"/>
    <w:rsid w:val="000D573A"/>
    <w:rsid w:val="000E2502"/>
    <w:rsid w:val="000E52ED"/>
    <w:rsid w:val="000F32CE"/>
    <w:rsid w:val="000F5778"/>
    <w:rsid w:val="0010208B"/>
    <w:rsid w:val="00113159"/>
    <w:rsid w:val="0011553F"/>
    <w:rsid w:val="00116616"/>
    <w:rsid w:val="00124993"/>
    <w:rsid w:val="001266EA"/>
    <w:rsid w:val="001336B6"/>
    <w:rsid w:val="00135764"/>
    <w:rsid w:val="00136AC5"/>
    <w:rsid w:val="00137D18"/>
    <w:rsid w:val="00160160"/>
    <w:rsid w:val="00160DD5"/>
    <w:rsid w:val="001665E7"/>
    <w:rsid w:val="00171D5D"/>
    <w:rsid w:val="00177A25"/>
    <w:rsid w:val="001845DD"/>
    <w:rsid w:val="00185913"/>
    <w:rsid w:val="00191D71"/>
    <w:rsid w:val="001A1003"/>
    <w:rsid w:val="001A2B9E"/>
    <w:rsid w:val="001A47F6"/>
    <w:rsid w:val="001A4CCF"/>
    <w:rsid w:val="001A70C9"/>
    <w:rsid w:val="001B42A7"/>
    <w:rsid w:val="001B53BC"/>
    <w:rsid w:val="001C060F"/>
    <w:rsid w:val="001C7A85"/>
    <w:rsid w:val="001D0D9B"/>
    <w:rsid w:val="001D4721"/>
    <w:rsid w:val="001D5BA4"/>
    <w:rsid w:val="001D647A"/>
    <w:rsid w:val="001D6B50"/>
    <w:rsid w:val="001D6FC1"/>
    <w:rsid w:val="001F1233"/>
    <w:rsid w:val="001F1C0A"/>
    <w:rsid w:val="001F2F95"/>
    <w:rsid w:val="001F3B34"/>
    <w:rsid w:val="001F4494"/>
    <w:rsid w:val="001F5018"/>
    <w:rsid w:val="001F5ED3"/>
    <w:rsid w:val="00206420"/>
    <w:rsid w:val="002078F5"/>
    <w:rsid w:val="00210B40"/>
    <w:rsid w:val="00211230"/>
    <w:rsid w:val="0021247B"/>
    <w:rsid w:val="00215B7E"/>
    <w:rsid w:val="00215F39"/>
    <w:rsid w:val="00217255"/>
    <w:rsid w:val="00223A88"/>
    <w:rsid w:val="00225C03"/>
    <w:rsid w:val="002310B6"/>
    <w:rsid w:val="00232FB5"/>
    <w:rsid w:val="002371E6"/>
    <w:rsid w:val="00240459"/>
    <w:rsid w:val="00241A8C"/>
    <w:rsid w:val="00251F2E"/>
    <w:rsid w:val="0025268D"/>
    <w:rsid w:val="0025444F"/>
    <w:rsid w:val="0025493B"/>
    <w:rsid w:val="00266B81"/>
    <w:rsid w:val="002745B6"/>
    <w:rsid w:val="00277812"/>
    <w:rsid w:val="0028735A"/>
    <w:rsid w:val="00291696"/>
    <w:rsid w:val="002938BF"/>
    <w:rsid w:val="00297C47"/>
    <w:rsid w:val="002A0441"/>
    <w:rsid w:val="002A10B1"/>
    <w:rsid w:val="002A7E1C"/>
    <w:rsid w:val="002B274D"/>
    <w:rsid w:val="002B3B55"/>
    <w:rsid w:val="002B5EF0"/>
    <w:rsid w:val="002B6DDC"/>
    <w:rsid w:val="002C124B"/>
    <w:rsid w:val="002C33AB"/>
    <w:rsid w:val="002C35AC"/>
    <w:rsid w:val="002C7D34"/>
    <w:rsid w:val="002D7C58"/>
    <w:rsid w:val="002F085F"/>
    <w:rsid w:val="002F0BC3"/>
    <w:rsid w:val="002F6FB3"/>
    <w:rsid w:val="00301BA9"/>
    <w:rsid w:val="00303B99"/>
    <w:rsid w:val="00310598"/>
    <w:rsid w:val="003131AA"/>
    <w:rsid w:val="00315CB7"/>
    <w:rsid w:val="003250F4"/>
    <w:rsid w:val="00326279"/>
    <w:rsid w:val="00331265"/>
    <w:rsid w:val="0033274A"/>
    <w:rsid w:val="0033497A"/>
    <w:rsid w:val="00341860"/>
    <w:rsid w:val="00344744"/>
    <w:rsid w:val="00352555"/>
    <w:rsid w:val="0035702A"/>
    <w:rsid w:val="00362487"/>
    <w:rsid w:val="00365565"/>
    <w:rsid w:val="00370A1E"/>
    <w:rsid w:val="0037730A"/>
    <w:rsid w:val="00377FE1"/>
    <w:rsid w:val="003801C7"/>
    <w:rsid w:val="00382163"/>
    <w:rsid w:val="00384391"/>
    <w:rsid w:val="003904F9"/>
    <w:rsid w:val="00390C9D"/>
    <w:rsid w:val="00392DAB"/>
    <w:rsid w:val="003942DE"/>
    <w:rsid w:val="00396509"/>
    <w:rsid w:val="00396E27"/>
    <w:rsid w:val="00397485"/>
    <w:rsid w:val="003A0D5A"/>
    <w:rsid w:val="003A2F88"/>
    <w:rsid w:val="003A6366"/>
    <w:rsid w:val="003B4351"/>
    <w:rsid w:val="003B6487"/>
    <w:rsid w:val="003C61B9"/>
    <w:rsid w:val="003D063C"/>
    <w:rsid w:val="003D0CDA"/>
    <w:rsid w:val="003D3FA3"/>
    <w:rsid w:val="003E0DE9"/>
    <w:rsid w:val="003E453E"/>
    <w:rsid w:val="003E4974"/>
    <w:rsid w:val="003E5C7A"/>
    <w:rsid w:val="003F4918"/>
    <w:rsid w:val="003F4BEB"/>
    <w:rsid w:val="00400E28"/>
    <w:rsid w:val="004011E5"/>
    <w:rsid w:val="004017A2"/>
    <w:rsid w:val="00404B2E"/>
    <w:rsid w:val="00406EB6"/>
    <w:rsid w:val="00411900"/>
    <w:rsid w:val="00411FE9"/>
    <w:rsid w:val="00413FF0"/>
    <w:rsid w:val="00415AE9"/>
    <w:rsid w:val="00421F05"/>
    <w:rsid w:val="00423C9F"/>
    <w:rsid w:val="00424D21"/>
    <w:rsid w:val="00430563"/>
    <w:rsid w:val="004350D0"/>
    <w:rsid w:val="00435901"/>
    <w:rsid w:val="004412A9"/>
    <w:rsid w:val="00442752"/>
    <w:rsid w:val="0044349E"/>
    <w:rsid w:val="00443955"/>
    <w:rsid w:val="00445FD7"/>
    <w:rsid w:val="004475A9"/>
    <w:rsid w:val="00455D93"/>
    <w:rsid w:val="00455E44"/>
    <w:rsid w:val="00460D87"/>
    <w:rsid w:val="00461871"/>
    <w:rsid w:val="004620B3"/>
    <w:rsid w:val="0046481B"/>
    <w:rsid w:val="004651F0"/>
    <w:rsid w:val="004658A8"/>
    <w:rsid w:val="00470467"/>
    <w:rsid w:val="00470874"/>
    <w:rsid w:val="00480EF9"/>
    <w:rsid w:val="00483C5A"/>
    <w:rsid w:val="00490951"/>
    <w:rsid w:val="00493B6E"/>
    <w:rsid w:val="00496315"/>
    <w:rsid w:val="00496CB4"/>
    <w:rsid w:val="004B6B2C"/>
    <w:rsid w:val="004C267A"/>
    <w:rsid w:val="004C2F31"/>
    <w:rsid w:val="004C57ED"/>
    <w:rsid w:val="004C6461"/>
    <w:rsid w:val="004D0EB8"/>
    <w:rsid w:val="004D13AE"/>
    <w:rsid w:val="004D79CA"/>
    <w:rsid w:val="004F4594"/>
    <w:rsid w:val="004F5ACD"/>
    <w:rsid w:val="004F64E8"/>
    <w:rsid w:val="004F6C99"/>
    <w:rsid w:val="0050004B"/>
    <w:rsid w:val="00501AEA"/>
    <w:rsid w:val="005029BE"/>
    <w:rsid w:val="005058D2"/>
    <w:rsid w:val="00505F81"/>
    <w:rsid w:val="0051064D"/>
    <w:rsid w:val="00512D93"/>
    <w:rsid w:val="00513C71"/>
    <w:rsid w:val="0051565F"/>
    <w:rsid w:val="00515D17"/>
    <w:rsid w:val="00515FB1"/>
    <w:rsid w:val="00517072"/>
    <w:rsid w:val="00527986"/>
    <w:rsid w:val="00535C49"/>
    <w:rsid w:val="00543F3B"/>
    <w:rsid w:val="005503FF"/>
    <w:rsid w:val="00552A0F"/>
    <w:rsid w:val="00561DDC"/>
    <w:rsid w:val="00562077"/>
    <w:rsid w:val="005632EB"/>
    <w:rsid w:val="00563CED"/>
    <w:rsid w:val="0056556C"/>
    <w:rsid w:val="00566C7E"/>
    <w:rsid w:val="00566D70"/>
    <w:rsid w:val="005676E2"/>
    <w:rsid w:val="005753FE"/>
    <w:rsid w:val="005776AF"/>
    <w:rsid w:val="005800F6"/>
    <w:rsid w:val="0058231B"/>
    <w:rsid w:val="00583263"/>
    <w:rsid w:val="00584384"/>
    <w:rsid w:val="00585DE7"/>
    <w:rsid w:val="00587551"/>
    <w:rsid w:val="00587730"/>
    <w:rsid w:val="005900F8"/>
    <w:rsid w:val="005903C5"/>
    <w:rsid w:val="00593E65"/>
    <w:rsid w:val="005945CF"/>
    <w:rsid w:val="0059726E"/>
    <w:rsid w:val="005A1AC7"/>
    <w:rsid w:val="005A26D6"/>
    <w:rsid w:val="005A3049"/>
    <w:rsid w:val="005A3145"/>
    <w:rsid w:val="005A3831"/>
    <w:rsid w:val="005B053D"/>
    <w:rsid w:val="005C25CB"/>
    <w:rsid w:val="005C26AC"/>
    <w:rsid w:val="005C6BDF"/>
    <w:rsid w:val="005C783F"/>
    <w:rsid w:val="005C7DC3"/>
    <w:rsid w:val="005D0497"/>
    <w:rsid w:val="005D346B"/>
    <w:rsid w:val="005D564F"/>
    <w:rsid w:val="005E1815"/>
    <w:rsid w:val="005E2BB7"/>
    <w:rsid w:val="005E5732"/>
    <w:rsid w:val="005E6736"/>
    <w:rsid w:val="005E6DC3"/>
    <w:rsid w:val="005F5E1D"/>
    <w:rsid w:val="005F78D0"/>
    <w:rsid w:val="00600C8E"/>
    <w:rsid w:val="0060538A"/>
    <w:rsid w:val="00625067"/>
    <w:rsid w:val="0062647C"/>
    <w:rsid w:val="006277FE"/>
    <w:rsid w:val="00630A7D"/>
    <w:rsid w:val="006344C2"/>
    <w:rsid w:val="00634504"/>
    <w:rsid w:val="00634D99"/>
    <w:rsid w:val="006351D6"/>
    <w:rsid w:val="00637ADA"/>
    <w:rsid w:val="00653B74"/>
    <w:rsid w:val="0066170F"/>
    <w:rsid w:val="006620C3"/>
    <w:rsid w:val="00662B34"/>
    <w:rsid w:val="00663150"/>
    <w:rsid w:val="00663D4B"/>
    <w:rsid w:val="00664183"/>
    <w:rsid w:val="006644B8"/>
    <w:rsid w:val="00672CBA"/>
    <w:rsid w:val="00673915"/>
    <w:rsid w:val="00681C28"/>
    <w:rsid w:val="00690871"/>
    <w:rsid w:val="00695CB2"/>
    <w:rsid w:val="0069677A"/>
    <w:rsid w:val="006A1307"/>
    <w:rsid w:val="006A2363"/>
    <w:rsid w:val="006A2D0F"/>
    <w:rsid w:val="006A3ECE"/>
    <w:rsid w:val="006A5DC5"/>
    <w:rsid w:val="006A7B59"/>
    <w:rsid w:val="006B6F81"/>
    <w:rsid w:val="006C7510"/>
    <w:rsid w:val="006C7898"/>
    <w:rsid w:val="006D1176"/>
    <w:rsid w:val="006D32EF"/>
    <w:rsid w:val="006D48C2"/>
    <w:rsid w:val="006D5CD9"/>
    <w:rsid w:val="006E1553"/>
    <w:rsid w:val="006E7866"/>
    <w:rsid w:val="006F1BC1"/>
    <w:rsid w:val="006F6BE5"/>
    <w:rsid w:val="00700DEE"/>
    <w:rsid w:val="007012E6"/>
    <w:rsid w:val="00703515"/>
    <w:rsid w:val="00710709"/>
    <w:rsid w:val="0071148D"/>
    <w:rsid w:val="00711868"/>
    <w:rsid w:val="0071395D"/>
    <w:rsid w:val="00714280"/>
    <w:rsid w:val="0071516D"/>
    <w:rsid w:val="00717567"/>
    <w:rsid w:val="00730DC2"/>
    <w:rsid w:val="007319CC"/>
    <w:rsid w:val="00732E05"/>
    <w:rsid w:val="00732F47"/>
    <w:rsid w:val="00733168"/>
    <w:rsid w:val="00733944"/>
    <w:rsid w:val="007352FC"/>
    <w:rsid w:val="00736584"/>
    <w:rsid w:val="00743E29"/>
    <w:rsid w:val="00746416"/>
    <w:rsid w:val="0074769F"/>
    <w:rsid w:val="00752C7B"/>
    <w:rsid w:val="00756725"/>
    <w:rsid w:val="00756EE5"/>
    <w:rsid w:val="00757FF8"/>
    <w:rsid w:val="00760C05"/>
    <w:rsid w:val="00761B55"/>
    <w:rsid w:val="007626CC"/>
    <w:rsid w:val="00764D87"/>
    <w:rsid w:val="00764F83"/>
    <w:rsid w:val="007671ED"/>
    <w:rsid w:val="0077263F"/>
    <w:rsid w:val="0077543C"/>
    <w:rsid w:val="00780900"/>
    <w:rsid w:val="00786010"/>
    <w:rsid w:val="00786ABA"/>
    <w:rsid w:val="00787A7A"/>
    <w:rsid w:val="0079186C"/>
    <w:rsid w:val="00795FB5"/>
    <w:rsid w:val="00796CA0"/>
    <w:rsid w:val="007A0F60"/>
    <w:rsid w:val="007A6D59"/>
    <w:rsid w:val="007A70D3"/>
    <w:rsid w:val="007B0A96"/>
    <w:rsid w:val="007B1D57"/>
    <w:rsid w:val="007B3577"/>
    <w:rsid w:val="007B65C0"/>
    <w:rsid w:val="007C007A"/>
    <w:rsid w:val="007C444F"/>
    <w:rsid w:val="007C7AAB"/>
    <w:rsid w:val="007D1BB7"/>
    <w:rsid w:val="007D20EF"/>
    <w:rsid w:val="007D445A"/>
    <w:rsid w:val="007D5AF3"/>
    <w:rsid w:val="007D5E29"/>
    <w:rsid w:val="007D722B"/>
    <w:rsid w:val="007E2C00"/>
    <w:rsid w:val="007F5FBE"/>
    <w:rsid w:val="00803571"/>
    <w:rsid w:val="00804027"/>
    <w:rsid w:val="00806A2C"/>
    <w:rsid w:val="00807133"/>
    <w:rsid w:val="00811025"/>
    <w:rsid w:val="0081186A"/>
    <w:rsid w:val="008143E4"/>
    <w:rsid w:val="0081693D"/>
    <w:rsid w:val="00817458"/>
    <w:rsid w:val="008245AE"/>
    <w:rsid w:val="00824C7B"/>
    <w:rsid w:val="00826DA4"/>
    <w:rsid w:val="0082784D"/>
    <w:rsid w:val="00830CE4"/>
    <w:rsid w:val="00831332"/>
    <w:rsid w:val="00832C2F"/>
    <w:rsid w:val="00834FA7"/>
    <w:rsid w:val="008411FB"/>
    <w:rsid w:val="00841F17"/>
    <w:rsid w:val="008433FF"/>
    <w:rsid w:val="00844846"/>
    <w:rsid w:val="00844ECE"/>
    <w:rsid w:val="00845BC8"/>
    <w:rsid w:val="00846ADE"/>
    <w:rsid w:val="008514C2"/>
    <w:rsid w:val="00851E25"/>
    <w:rsid w:val="00852667"/>
    <w:rsid w:val="0085688A"/>
    <w:rsid w:val="008611CF"/>
    <w:rsid w:val="0086458D"/>
    <w:rsid w:val="008654EF"/>
    <w:rsid w:val="0086665E"/>
    <w:rsid w:val="00871639"/>
    <w:rsid w:val="00877E35"/>
    <w:rsid w:val="00884670"/>
    <w:rsid w:val="0088657F"/>
    <w:rsid w:val="00895F18"/>
    <w:rsid w:val="008A375F"/>
    <w:rsid w:val="008B3445"/>
    <w:rsid w:val="008B4B4F"/>
    <w:rsid w:val="008D4A30"/>
    <w:rsid w:val="008D6CF6"/>
    <w:rsid w:val="008D7878"/>
    <w:rsid w:val="008E0666"/>
    <w:rsid w:val="008F69A8"/>
    <w:rsid w:val="008F6FAC"/>
    <w:rsid w:val="00900EAC"/>
    <w:rsid w:val="0090387A"/>
    <w:rsid w:val="00905A9A"/>
    <w:rsid w:val="00905AE3"/>
    <w:rsid w:val="00906C2E"/>
    <w:rsid w:val="0091475C"/>
    <w:rsid w:val="009163F0"/>
    <w:rsid w:val="0091710F"/>
    <w:rsid w:val="00920B19"/>
    <w:rsid w:val="00921475"/>
    <w:rsid w:val="00921B81"/>
    <w:rsid w:val="009220CB"/>
    <w:rsid w:val="0092622E"/>
    <w:rsid w:val="009313B1"/>
    <w:rsid w:val="00932CD2"/>
    <w:rsid w:val="00941A6E"/>
    <w:rsid w:val="0094356A"/>
    <w:rsid w:val="0094651A"/>
    <w:rsid w:val="009473A8"/>
    <w:rsid w:val="00953511"/>
    <w:rsid w:val="00954C15"/>
    <w:rsid w:val="00960EFC"/>
    <w:rsid w:val="0096123C"/>
    <w:rsid w:val="00962413"/>
    <w:rsid w:val="00967638"/>
    <w:rsid w:val="00971422"/>
    <w:rsid w:val="00975B07"/>
    <w:rsid w:val="009815E9"/>
    <w:rsid w:val="0098194E"/>
    <w:rsid w:val="00982842"/>
    <w:rsid w:val="00984710"/>
    <w:rsid w:val="00984BA7"/>
    <w:rsid w:val="009868B6"/>
    <w:rsid w:val="00990CFB"/>
    <w:rsid w:val="009940A6"/>
    <w:rsid w:val="009943A1"/>
    <w:rsid w:val="00995621"/>
    <w:rsid w:val="00995E6A"/>
    <w:rsid w:val="009A0899"/>
    <w:rsid w:val="009A0EC3"/>
    <w:rsid w:val="009A4C7F"/>
    <w:rsid w:val="009A71D5"/>
    <w:rsid w:val="009B1A01"/>
    <w:rsid w:val="009B2155"/>
    <w:rsid w:val="009B36DC"/>
    <w:rsid w:val="009B4002"/>
    <w:rsid w:val="009B48D2"/>
    <w:rsid w:val="009B7D11"/>
    <w:rsid w:val="009C4FE4"/>
    <w:rsid w:val="009D0983"/>
    <w:rsid w:val="009D296F"/>
    <w:rsid w:val="009D353E"/>
    <w:rsid w:val="009D4397"/>
    <w:rsid w:val="009D518B"/>
    <w:rsid w:val="009D64CF"/>
    <w:rsid w:val="009D70CB"/>
    <w:rsid w:val="009E0FE7"/>
    <w:rsid w:val="009E34CD"/>
    <w:rsid w:val="009E476B"/>
    <w:rsid w:val="009E4791"/>
    <w:rsid w:val="009E48FA"/>
    <w:rsid w:val="009E7DFE"/>
    <w:rsid w:val="009F1223"/>
    <w:rsid w:val="009F135B"/>
    <w:rsid w:val="009F49CC"/>
    <w:rsid w:val="00A00103"/>
    <w:rsid w:val="00A00872"/>
    <w:rsid w:val="00A02939"/>
    <w:rsid w:val="00A06606"/>
    <w:rsid w:val="00A06C07"/>
    <w:rsid w:val="00A12081"/>
    <w:rsid w:val="00A122F5"/>
    <w:rsid w:val="00A13AEB"/>
    <w:rsid w:val="00A13EC5"/>
    <w:rsid w:val="00A14A58"/>
    <w:rsid w:val="00A17953"/>
    <w:rsid w:val="00A17D6A"/>
    <w:rsid w:val="00A22266"/>
    <w:rsid w:val="00A25E9A"/>
    <w:rsid w:val="00A27E2E"/>
    <w:rsid w:val="00A3045F"/>
    <w:rsid w:val="00A31547"/>
    <w:rsid w:val="00A42C8B"/>
    <w:rsid w:val="00A47CEA"/>
    <w:rsid w:val="00A5033B"/>
    <w:rsid w:val="00A5169F"/>
    <w:rsid w:val="00A53AC5"/>
    <w:rsid w:val="00A5494F"/>
    <w:rsid w:val="00A61E64"/>
    <w:rsid w:val="00A63B74"/>
    <w:rsid w:val="00A64262"/>
    <w:rsid w:val="00A6429C"/>
    <w:rsid w:val="00A6547E"/>
    <w:rsid w:val="00A65BDD"/>
    <w:rsid w:val="00A74DC4"/>
    <w:rsid w:val="00A76A28"/>
    <w:rsid w:val="00A76E1E"/>
    <w:rsid w:val="00A77037"/>
    <w:rsid w:val="00A82937"/>
    <w:rsid w:val="00A86D4E"/>
    <w:rsid w:val="00A93D7E"/>
    <w:rsid w:val="00A95D8D"/>
    <w:rsid w:val="00A9625B"/>
    <w:rsid w:val="00AA3166"/>
    <w:rsid w:val="00AA3FAA"/>
    <w:rsid w:val="00AA58B3"/>
    <w:rsid w:val="00AA73CA"/>
    <w:rsid w:val="00AA7B28"/>
    <w:rsid w:val="00AB24FF"/>
    <w:rsid w:val="00AD7CB6"/>
    <w:rsid w:val="00AE24E1"/>
    <w:rsid w:val="00AE7E93"/>
    <w:rsid w:val="00AF4E2B"/>
    <w:rsid w:val="00B02319"/>
    <w:rsid w:val="00B10A44"/>
    <w:rsid w:val="00B21965"/>
    <w:rsid w:val="00B238C4"/>
    <w:rsid w:val="00B243BD"/>
    <w:rsid w:val="00B30B0D"/>
    <w:rsid w:val="00B326E1"/>
    <w:rsid w:val="00B35F12"/>
    <w:rsid w:val="00B36161"/>
    <w:rsid w:val="00B370CE"/>
    <w:rsid w:val="00B4124B"/>
    <w:rsid w:val="00B45BE8"/>
    <w:rsid w:val="00B471A5"/>
    <w:rsid w:val="00B47750"/>
    <w:rsid w:val="00B56B47"/>
    <w:rsid w:val="00B57657"/>
    <w:rsid w:val="00B60056"/>
    <w:rsid w:val="00B6505D"/>
    <w:rsid w:val="00B716A9"/>
    <w:rsid w:val="00B72D5D"/>
    <w:rsid w:val="00B7555C"/>
    <w:rsid w:val="00B80AE8"/>
    <w:rsid w:val="00B80AF9"/>
    <w:rsid w:val="00B82DF8"/>
    <w:rsid w:val="00B869AD"/>
    <w:rsid w:val="00B90A1C"/>
    <w:rsid w:val="00B93708"/>
    <w:rsid w:val="00B97920"/>
    <w:rsid w:val="00BA10DD"/>
    <w:rsid w:val="00BA2C04"/>
    <w:rsid w:val="00BB02A0"/>
    <w:rsid w:val="00BB045C"/>
    <w:rsid w:val="00BB6D2F"/>
    <w:rsid w:val="00BC1637"/>
    <w:rsid w:val="00BC3F22"/>
    <w:rsid w:val="00BC4F39"/>
    <w:rsid w:val="00BC62BB"/>
    <w:rsid w:val="00BD1259"/>
    <w:rsid w:val="00BD34B3"/>
    <w:rsid w:val="00BD46EF"/>
    <w:rsid w:val="00BD720D"/>
    <w:rsid w:val="00BE3B48"/>
    <w:rsid w:val="00BE4F48"/>
    <w:rsid w:val="00BE66CE"/>
    <w:rsid w:val="00BE74AF"/>
    <w:rsid w:val="00BF21C4"/>
    <w:rsid w:val="00C007B8"/>
    <w:rsid w:val="00C01823"/>
    <w:rsid w:val="00C031FC"/>
    <w:rsid w:val="00C04D2A"/>
    <w:rsid w:val="00C05478"/>
    <w:rsid w:val="00C062C0"/>
    <w:rsid w:val="00C10264"/>
    <w:rsid w:val="00C130E2"/>
    <w:rsid w:val="00C151CC"/>
    <w:rsid w:val="00C23FF8"/>
    <w:rsid w:val="00C2698D"/>
    <w:rsid w:val="00C303B2"/>
    <w:rsid w:val="00C3262C"/>
    <w:rsid w:val="00C33983"/>
    <w:rsid w:val="00C33BB2"/>
    <w:rsid w:val="00C341D6"/>
    <w:rsid w:val="00C36789"/>
    <w:rsid w:val="00C40484"/>
    <w:rsid w:val="00C40CEC"/>
    <w:rsid w:val="00C41F3B"/>
    <w:rsid w:val="00C444C6"/>
    <w:rsid w:val="00C558D9"/>
    <w:rsid w:val="00C57ACE"/>
    <w:rsid w:val="00C631A5"/>
    <w:rsid w:val="00C72FB3"/>
    <w:rsid w:val="00C739BD"/>
    <w:rsid w:val="00C74828"/>
    <w:rsid w:val="00C84580"/>
    <w:rsid w:val="00C856E6"/>
    <w:rsid w:val="00C870F9"/>
    <w:rsid w:val="00C944CF"/>
    <w:rsid w:val="00C967D4"/>
    <w:rsid w:val="00C97786"/>
    <w:rsid w:val="00CA568A"/>
    <w:rsid w:val="00CB399B"/>
    <w:rsid w:val="00CB7937"/>
    <w:rsid w:val="00CC0FD2"/>
    <w:rsid w:val="00CC2A5F"/>
    <w:rsid w:val="00CD0E48"/>
    <w:rsid w:val="00CD16B4"/>
    <w:rsid w:val="00CD55E5"/>
    <w:rsid w:val="00CE080B"/>
    <w:rsid w:val="00CE34C2"/>
    <w:rsid w:val="00CE53C9"/>
    <w:rsid w:val="00CE5864"/>
    <w:rsid w:val="00CE5E2D"/>
    <w:rsid w:val="00CE7827"/>
    <w:rsid w:val="00CF0977"/>
    <w:rsid w:val="00CF6554"/>
    <w:rsid w:val="00CF79CD"/>
    <w:rsid w:val="00D008FB"/>
    <w:rsid w:val="00D00A97"/>
    <w:rsid w:val="00D07227"/>
    <w:rsid w:val="00D102E1"/>
    <w:rsid w:val="00D11065"/>
    <w:rsid w:val="00D1119D"/>
    <w:rsid w:val="00D137E7"/>
    <w:rsid w:val="00D17A65"/>
    <w:rsid w:val="00D212A4"/>
    <w:rsid w:val="00D22B78"/>
    <w:rsid w:val="00D23120"/>
    <w:rsid w:val="00D24DA2"/>
    <w:rsid w:val="00D31550"/>
    <w:rsid w:val="00D3169E"/>
    <w:rsid w:val="00D31CB0"/>
    <w:rsid w:val="00D32168"/>
    <w:rsid w:val="00D34746"/>
    <w:rsid w:val="00D45264"/>
    <w:rsid w:val="00D567DA"/>
    <w:rsid w:val="00D5757E"/>
    <w:rsid w:val="00D62013"/>
    <w:rsid w:val="00D72116"/>
    <w:rsid w:val="00D77A81"/>
    <w:rsid w:val="00D80E64"/>
    <w:rsid w:val="00D91F61"/>
    <w:rsid w:val="00D935F2"/>
    <w:rsid w:val="00DA2361"/>
    <w:rsid w:val="00DA2415"/>
    <w:rsid w:val="00DA2502"/>
    <w:rsid w:val="00DA4E77"/>
    <w:rsid w:val="00DA4EE1"/>
    <w:rsid w:val="00DB0BD2"/>
    <w:rsid w:val="00DB1C0D"/>
    <w:rsid w:val="00DB21E5"/>
    <w:rsid w:val="00DB4C71"/>
    <w:rsid w:val="00DB5416"/>
    <w:rsid w:val="00DC0202"/>
    <w:rsid w:val="00DC1659"/>
    <w:rsid w:val="00DC1F74"/>
    <w:rsid w:val="00DC232D"/>
    <w:rsid w:val="00DC29A3"/>
    <w:rsid w:val="00DC2C54"/>
    <w:rsid w:val="00DC3910"/>
    <w:rsid w:val="00DC3993"/>
    <w:rsid w:val="00DC513F"/>
    <w:rsid w:val="00DC5DC2"/>
    <w:rsid w:val="00DD5892"/>
    <w:rsid w:val="00DD6A6A"/>
    <w:rsid w:val="00DD7F38"/>
    <w:rsid w:val="00DE1161"/>
    <w:rsid w:val="00DE14E2"/>
    <w:rsid w:val="00DE297D"/>
    <w:rsid w:val="00DE3736"/>
    <w:rsid w:val="00DE409A"/>
    <w:rsid w:val="00DE4165"/>
    <w:rsid w:val="00DE559E"/>
    <w:rsid w:val="00DF0B89"/>
    <w:rsid w:val="00E130EB"/>
    <w:rsid w:val="00E13C38"/>
    <w:rsid w:val="00E14595"/>
    <w:rsid w:val="00E1670C"/>
    <w:rsid w:val="00E16F59"/>
    <w:rsid w:val="00E17010"/>
    <w:rsid w:val="00E204BE"/>
    <w:rsid w:val="00E22C08"/>
    <w:rsid w:val="00E242CA"/>
    <w:rsid w:val="00E24B23"/>
    <w:rsid w:val="00E26B29"/>
    <w:rsid w:val="00E30149"/>
    <w:rsid w:val="00E40247"/>
    <w:rsid w:val="00E502C2"/>
    <w:rsid w:val="00E52845"/>
    <w:rsid w:val="00E54833"/>
    <w:rsid w:val="00E54FA4"/>
    <w:rsid w:val="00E55FEC"/>
    <w:rsid w:val="00E57BAA"/>
    <w:rsid w:val="00E67B9C"/>
    <w:rsid w:val="00E73CC4"/>
    <w:rsid w:val="00E8036B"/>
    <w:rsid w:val="00E83CDD"/>
    <w:rsid w:val="00E85F38"/>
    <w:rsid w:val="00E909D6"/>
    <w:rsid w:val="00E96142"/>
    <w:rsid w:val="00EA1B52"/>
    <w:rsid w:val="00EA6A28"/>
    <w:rsid w:val="00EB0879"/>
    <w:rsid w:val="00EB558C"/>
    <w:rsid w:val="00EB5D65"/>
    <w:rsid w:val="00EC7C2F"/>
    <w:rsid w:val="00ED1258"/>
    <w:rsid w:val="00ED1CC9"/>
    <w:rsid w:val="00ED2B57"/>
    <w:rsid w:val="00ED4854"/>
    <w:rsid w:val="00ED5346"/>
    <w:rsid w:val="00EE3ADF"/>
    <w:rsid w:val="00EF48B4"/>
    <w:rsid w:val="00EF49F7"/>
    <w:rsid w:val="00F03A75"/>
    <w:rsid w:val="00F043BA"/>
    <w:rsid w:val="00F04D90"/>
    <w:rsid w:val="00F0674F"/>
    <w:rsid w:val="00F0766D"/>
    <w:rsid w:val="00F1131F"/>
    <w:rsid w:val="00F11EBC"/>
    <w:rsid w:val="00F12F3C"/>
    <w:rsid w:val="00F136EF"/>
    <w:rsid w:val="00F1561E"/>
    <w:rsid w:val="00F16EAB"/>
    <w:rsid w:val="00F17536"/>
    <w:rsid w:val="00F17743"/>
    <w:rsid w:val="00F25D09"/>
    <w:rsid w:val="00F26BD8"/>
    <w:rsid w:val="00F3140E"/>
    <w:rsid w:val="00F3154B"/>
    <w:rsid w:val="00F32390"/>
    <w:rsid w:val="00F36A1B"/>
    <w:rsid w:val="00F373E7"/>
    <w:rsid w:val="00F40914"/>
    <w:rsid w:val="00F40B0D"/>
    <w:rsid w:val="00F4481B"/>
    <w:rsid w:val="00F448BC"/>
    <w:rsid w:val="00F45152"/>
    <w:rsid w:val="00F4617C"/>
    <w:rsid w:val="00F466EA"/>
    <w:rsid w:val="00F50314"/>
    <w:rsid w:val="00F5145D"/>
    <w:rsid w:val="00F51F65"/>
    <w:rsid w:val="00F52989"/>
    <w:rsid w:val="00F53B0A"/>
    <w:rsid w:val="00F56688"/>
    <w:rsid w:val="00F567AE"/>
    <w:rsid w:val="00F62419"/>
    <w:rsid w:val="00F62A71"/>
    <w:rsid w:val="00F6580D"/>
    <w:rsid w:val="00F73341"/>
    <w:rsid w:val="00F73693"/>
    <w:rsid w:val="00F75D77"/>
    <w:rsid w:val="00F77E1F"/>
    <w:rsid w:val="00F83437"/>
    <w:rsid w:val="00F84EA1"/>
    <w:rsid w:val="00F876D4"/>
    <w:rsid w:val="00F923C2"/>
    <w:rsid w:val="00F93460"/>
    <w:rsid w:val="00F978D4"/>
    <w:rsid w:val="00FB1BF5"/>
    <w:rsid w:val="00FB49D8"/>
    <w:rsid w:val="00FB631B"/>
    <w:rsid w:val="00FD1063"/>
    <w:rsid w:val="00FD245B"/>
    <w:rsid w:val="00FD4882"/>
    <w:rsid w:val="00FE04C5"/>
    <w:rsid w:val="00FE3E48"/>
    <w:rsid w:val="00FE7068"/>
    <w:rsid w:val="00FF089C"/>
    <w:rsid w:val="00FF0C8A"/>
    <w:rsid w:val="00FF0CC4"/>
    <w:rsid w:val="00FF2565"/>
    <w:rsid w:val="00FF5530"/>
    <w:rsid w:val="00FF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BC50E5"/>
  <w15:docId w15:val="{EDBCBC15-8DF9-4D9A-88FB-924768D8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34D99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62B3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62B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ListParagraph">
    <w:name w:val="List Paragraph"/>
    <w:basedOn w:val="Normal"/>
    <w:qFormat/>
    <w:rsid w:val="00662B34"/>
    <w:pPr>
      <w:ind w:left="720"/>
      <w:contextualSpacing/>
    </w:pPr>
  </w:style>
  <w:style w:type="table" w:styleId="TableGrid">
    <w:name w:val="Table Grid"/>
    <w:basedOn w:val="TableNormal"/>
    <w:uiPriority w:val="39"/>
    <w:rsid w:val="00662B3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62B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B34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662B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B34"/>
    <w:rPr>
      <w:lang w:val="en-US"/>
    </w:rPr>
  </w:style>
  <w:style w:type="paragraph" w:customStyle="1" w:styleId="TableContent">
    <w:name w:val="Table Content"/>
    <w:basedOn w:val="BodyText"/>
    <w:rsid w:val="00662B34"/>
    <w:pPr>
      <w:spacing w:before="60" w:after="60" w:line="240" w:lineRule="auto"/>
    </w:pPr>
    <w:rPr>
      <w:rFonts w:ascii="Arial" w:eastAsia="Times New Roman" w:hAnsi="Arial" w:cs="Times New Roman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662B3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62B34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2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B34"/>
    <w:rPr>
      <w:rFonts w:ascii="Tahoma" w:hAnsi="Tahoma" w:cs="Tahoma"/>
      <w:sz w:val="16"/>
      <w:szCs w:val="16"/>
      <w:lang w:val="en-US"/>
    </w:rPr>
  </w:style>
  <w:style w:type="paragraph" w:styleId="BodyText2">
    <w:name w:val="Body Text 2"/>
    <w:basedOn w:val="Normal"/>
    <w:link w:val="BodyText2Char"/>
    <w:semiHidden/>
    <w:rsid w:val="00941A6E"/>
    <w:pPr>
      <w:spacing w:before="120" w:after="0" w:line="240" w:lineRule="auto"/>
      <w:ind w:right="6"/>
      <w:jc w:val="both"/>
    </w:pPr>
    <w:rPr>
      <w:rFonts w:ascii="Times New Roman" w:eastAsia="Times New Roman" w:hAnsi="Times New Roman" w:cs="Times New Roman"/>
      <w:sz w:val="24"/>
      <w:szCs w:val="24"/>
      <w:lang w:val="en-ZA"/>
    </w:rPr>
  </w:style>
  <w:style w:type="character" w:customStyle="1" w:styleId="BodyText2Char">
    <w:name w:val="Body Text 2 Char"/>
    <w:basedOn w:val="DefaultParagraphFont"/>
    <w:link w:val="BodyText2"/>
    <w:semiHidden/>
    <w:rsid w:val="00941A6E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483C5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C41F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epherd\Desktop\kagiso%20Stuff\2019%20Production\Strat%20Plan\ECDoE-SOP_TEMPLATE_v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2C88F9D56C5A4084808A003CFFD6BA" ma:contentTypeVersion="12" ma:contentTypeDescription="Create a new document." ma:contentTypeScope="" ma:versionID="8a5268a7bad7cdef8e782c6652b2122e">
  <xsd:schema xmlns:xsd="http://www.w3.org/2001/XMLSchema" xmlns:xs="http://www.w3.org/2001/XMLSchema" xmlns:p="http://schemas.microsoft.com/office/2006/metadata/properties" xmlns:ns2="c6c032ff-e98b-43d0-840a-67a73e619c8e" xmlns:ns3="4a912cc8-94f2-49ee-8043-d53a3a599459" targetNamespace="http://schemas.microsoft.com/office/2006/metadata/properties" ma:root="true" ma:fieldsID="b2ed033a3c1ea7871c86c816af8ceca5" ns2:_="" ns3:_="">
    <xsd:import namespace="c6c032ff-e98b-43d0-840a-67a73e619c8e"/>
    <xsd:import namespace="4a912cc8-94f2-49ee-8043-d53a3a5994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testing" minOccurs="0"/>
                <xsd:element ref="ns2:Request_x0020_date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c032ff-e98b-43d0-840a-67a73e619c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testing" ma:index="13" nillable="true" ma:displayName="testing" ma:internalName="testing" ma:percentage="FALSE">
      <xsd:simpleType>
        <xsd:restriction base="dms:Number"/>
      </xsd:simpleType>
    </xsd:element>
    <xsd:element name="Request_x0020_date" ma:index="14" nillable="true" ma:displayName="Request date" ma:format="DateOnly" ma:internalName="Request_x0020_date">
      <xsd:simpleType>
        <xsd:restriction base="dms:DateTime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912cc8-94f2-49ee-8043-d53a3a5994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quest_x0020_date xmlns="c6c032ff-e98b-43d0-840a-67a73e619c8e" xsi:nil="true"/>
    <testing xmlns="c6c032ff-e98b-43d0-840a-67a73e619c8e" xsi:nil="true"/>
    <_dlc_DocId xmlns="4a912cc8-94f2-49ee-8043-d53a3a599459">MZTV4VAREWN7-1224432184-400</_dlc_DocId>
    <_dlc_DocIdUrl xmlns="4a912cc8-94f2-49ee-8043-d53a3a599459">
      <Url>https://ecdoe.sharepoint.com/sites/SGProjectManagementOffice2/_layouts/15/DocIdRedir.aspx?ID=MZTV4VAREWN7-1224432184-400</Url>
      <Description>MZTV4VAREWN7-1224432184-400</Description>
    </_dlc_DocIdUrl>
    <SharedWithUsers xmlns="4a912cc8-94f2-49ee-8043-d53a3a599459">
      <UserInfo>
        <DisplayName>Shepherd Mutangabende</DisplayName>
        <AccountId>11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B0BEE-2261-4124-9764-61D854F91E4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2659BC1-4BF4-4933-A8D3-6D7FDE43E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c032ff-e98b-43d0-840a-67a73e619c8e"/>
    <ds:schemaRef ds:uri="4a912cc8-94f2-49ee-8043-d53a3a5994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FCE667-3ADF-49ED-8D2F-15BA9A2F9E18}">
  <ds:schemaRefs>
    <ds:schemaRef ds:uri="http://schemas.microsoft.com/office/2006/metadata/properties"/>
    <ds:schemaRef ds:uri="http://schemas.microsoft.com/office/infopath/2007/PartnerControls"/>
    <ds:schemaRef ds:uri="c6c032ff-e98b-43d0-840a-67a73e619c8e"/>
    <ds:schemaRef ds:uri="4a912cc8-94f2-49ee-8043-d53a3a599459"/>
  </ds:schemaRefs>
</ds:datastoreItem>
</file>

<file path=customXml/itemProps4.xml><?xml version="1.0" encoding="utf-8"?>
<ds:datastoreItem xmlns:ds="http://schemas.openxmlformats.org/officeDocument/2006/customXml" ds:itemID="{AC7BE92D-3B3E-4FA4-B8B2-20F1F7BCC33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DB5BC12-34A4-442F-8047-4C4DD6DCF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ECDoE-SOP_TEMPLATE_v2</Template>
  <TotalTime>3</TotalTime>
  <Pages>6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shepherd</dc:creator>
  <cp:keywords/>
  <cp:lastModifiedBy>Thembelihle Rawula</cp:lastModifiedBy>
  <cp:revision>4</cp:revision>
  <cp:lastPrinted>2021-10-26T07:05:00Z</cp:lastPrinted>
  <dcterms:created xsi:type="dcterms:W3CDTF">2021-10-26T10:08:00Z</dcterms:created>
  <dcterms:modified xsi:type="dcterms:W3CDTF">2022-03-11T07:49:00Z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0x010100FF2C88F9D56C5A4084808A003CFFD6BA</vt:lpwstr>
  </property>
  <property fmtid="{D5CDD505-2E9C-101B-9397-08002B2CF9AE}" pid="3" name="_dlc_DocIdItemGuid">
    <vt:lpwstr>6691a034-7673-4970-802a-ce432c5f5d92</vt:lpwstr>
  </property>
</Properties>
</file>